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 w14:paraId="5E55274C" w14:textId="77777777">
        <w:trPr>
          <w:cantSplit/>
          <w:trHeight w:val="1845"/>
        </w:trPr>
        <w:tc>
          <w:tcPr>
            <w:tcW w:w="7088" w:type="dxa"/>
          </w:tcPr>
          <w:p w14:paraId="2A4B7F02" w14:textId="77777777"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 wp14:anchorId="31AE5862" wp14:editId="08816E1D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D5429A6" w14:textId="77777777"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14:paraId="10CE8872" w14:textId="77777777"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 w14:paraId="11CD361A" w14:textId="77777777">
        <w:trPr>
          <w:cantSplit/>
        </w:trPr>
        <w:tc>
          <w:tcPr>
            <w:tcW w:w="7088" w:type="dxa"/>
          </w:tcPr>
          <w:p w14:paraId="03D17D0F" w14:textId="77777777"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869FF16" wp14:editId="456BE3CE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C6FBDE3" w14:textId="77777777"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14:paraId="16B751E3" w14:textId="77777777"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14:paraId="08A1459C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14:paraId="2DF8340F" w14:textId="77777777"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14:paraId="25F1FABE" w14:textId="26D20A86"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F33FD1">
        <w:rPr>
          <w:rFonts w:ascii="Arial Narrow" w:hAnsi="Arial Narrow" w:cs="Arial"/>
          <w:sz w:val="22"/>
          <w:szCs w:val="22"/>
        </w:rPr>
        <w:t>31</w:t>
      </w:r>
      <w:r w:rsidR="00545F12">
        <w:rPr>
          <w:rFonts w:ascii="Arial Narrow" w:hAnsi="Arial Narrow" w:cs="Arial"/>
          <w:sz w:val="22"/>
          <w:szCs w:val="22"/>
        </w:rPr>
        <w:t>.07</w:t>
      </w:r>
      <w:r w:rsidR="007A1E51">
        <w:rPr>
          <w:rFonts w:ascii="Arial Narrow" w:hAnsi="Arial Narrow" w:cs="Arial"/>
          <w:sz w:val="22"/>
          <w:szCs w:val="22"/>
        </w:rPr>
        <w:t>.</w:t>
      </w:r>
      <w:r w:rsidR="000F25D5">
        <w:rPr>
          <w:rFonts w:ascii="Arial Narrow" w:hAnsi="Arial Narrow" w:cs="Arial"/>
          <w:sz w:val="22"/>
          <w:szCs w:val="22"/>
        </w:rPr>
        <w:t>2025</w:t>
      </w:r>
    </w:p>
    <w:p w14:paraId="4F2D15F3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14:paraId="0FAFFDB2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DC2756">
        <w:rPr>
          <w:rFonts w:ascii="Arial Narrow" w:hAnsi="Arial Narrow" w:cs="Arial"/>
          <w:spacing w:val="4"/>
          <w:sz w:val="22"/>
          <w:szCs w:val="22"/>
        </w:rPr>
        <w:t>Herr Bertram</w:t>
      </w:r>
    </w:p>
    <w:p w14:paraId="6DA45726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14:paraId="54B04391" w14:textId="77777777"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DC2756">
        <w:rPr>
          <w:rFonts w:ascii="Arial Narrow" w:hAnsi="Arial Narrow" w:cs="Arial"/>
          <w:spacing w:val="4"/>
          <w:sz w:val="22"/>
          <w:szCs w:val="22"/>
        </w:rPr>
        <w:t>0541 501-37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14:paraId="091CE7C6" w14:textId="77777777"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34F43F18" w14:textId="77777777"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E852A4">
        <w:rPr>
          <w:rFonts w:ascii="Arial Narrow" w:hAnsi="Arial Narrow" w:cs="Arial"/>
          <w:spacing w:val="4"/>
          <w:sz w:val="22"/>
          <w:szCs w:val="22"/>
        </w:rPr>
        <w:t>3</w:t>
      </w:r>
      <w:r w:rsidR="00DC2756">
        <w:rPr>
          <w:rFonts w:ascii="Arial Narrow" w:hAnsi="Arial Narrow" w:cs="Arial"/>
          <w:spacing w:val="4"/>
          <w:sz w:val="22"/>
          <w:szCs w:val="22"/>
        </w:rPr>
        <w:t>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</w:p>
    <w:p w14:paraId="19253CFC" w14:textId="77777777"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14:paraId="44A14B0A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DC2756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</w:p>
    <w:p w14:paraId="7AC8A103" w14:textId="77777777"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14:paraId="7DD5DCE2" w14:textId="77777777"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70F367E" wp14:editId="7DAA65BF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AFFB1C" w14:textId="77777777"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087C06B" w14:textId="77777777"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42ED7527" w14:textId="77777777"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14:paraId="2AB4406C" w14:textId="3FA55F1B" w:rsidR="00852209" w:rsidRPr="00B07F7A" w:rsidRDefault="0053169C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B07F7A">
        <w:rPr>
          <w:rFonts w:cs="Arial"/>
          <w:b/>
          <w:sz w:val="22"/>
          <w:szCs w:val="22"/>
        </w:rPr>
        <w:t>Zahl der</w:t>
      </w:r>
      <w:r w:rsidR="0023768C" w:rsidRPr="00B07F7A">
        <w:rPr>
          <w:rFonts w:cs="Arial"/>
          <w:b/>
          <w:sz w:val="22"/>
          <w:szCs w:val="22"/>
        </w:rPr>
        <w:t xml:space="preserve"> Langzeitarbeitslose</w:t>
      </w:r>
      <w:r w:rsidRPr="00B07F7A">
        <w:rPr>
          <w:rFonts w:cs="Arial"/>
          <w:b/>
          <w:sz w:val="22"/>
          <w:szCs w:val="22"/>
        </w:rPr>
        <w:t xml:space="preserve">n </w:t>
      </w:r>
      <w:r w:rsidR="00545F12">
        <w:rPr>
          <w:rFonts w:cs="Arial"/>
          <w:b/>
          <w:sz w:val="22"/>
          <w:szCs w:val="22"/>
        </w:rPr>
        <w:t>stagniert</w:t>
      </w:r>
    </w:p>
    <w:p w14:paraId="60182E3F" w14:textId="77777777"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14:paraId="22B58DDD" w14:textId="2E98BE48" w:rsidR="00F33FD1" w:rsidRPr="00F33FD1" w:rsidRDefault="00606217" w:rsidP="00F33FD1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Bad </w:t>
      </w:r>
      <w:proofErr w:type="spellStart"/>
      <w:r>
        <w:rPr>
          <w:rFonts w:cs="Arial"/>
          <w:b/>
          <w:sz w:val="22"/>
          <w:szCs w:val="22"/>
        </w:rPr>
        <w:t>Iburg</w:t>
      </w:r>
      <w:proofErr w:type="spellEnd"/>
      <w:r>
        <w:rPr>
          <w:rFonts w:cs="Arial"/>
          <w:b/>
          <w:sz w:val="22"/>
          <w:szCs w:val="22"/>
        </w:rPr>
        <w:t>/</w:t>
      </w:r>
      <w:proofErr w:type="spellStart"/>
      <w:r>
        <w:rPr>
          <w:rFonts w:cs="Arial"/>
          <w:b/>
          <w:sz w:val="22"/>
          <w:szCs w:val="22"/>
        </w:rPr>
        <w:t>Glandorf</w:t>
      </w:r>
      <w:proofErr w:type="spellEnd"/>
      <w:r>
        <w:rPr>
          <w:rFonts w:cs="Arial"/>
          <w:b/>
          <w:sz w:val="22"/>
          <w:szCs w:val="22"/>
        </w:rPr>
        <w:t>/</w:t>
      </w:r>
      <w:proofErr w:type="spellStart"/>
      <w:r>
        <w:rPr>
          <w:rFonts w:cs="Arial"/>
          <w:b/>
          <w:sz w:val="22"/>
          <w:szCs w:val="22"/>
        </w:rPr>
        <w:t>Hilter</w:t>
      </w:r>
      <w:proofErr w:type="spellEnd"/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>Die Zahl der langzeitarbeitslosen Menschen i</w:t>
      </w:r>
      <w:r w:rsidR="0053169C">
        <w:rPr>
          <w:rFonts w:cs="Arial"/>
          <w:sz w:val="22"/>
          <w:szCs w:val="22"/>
        </w:rPr>
        <w:t xml:space="preserve">n </w:t>
      </w:r>
      <w:r>
        <w:rPr>
          <w:rFonts w:cs="Arial"/>
          <w:sz w:val="22"/>
          <w:szCs w:val="22"/>
        </w:rPr>
        <w:t xml:space="preserve">der Stadt Bad </w:t>
      </w:r>
      <w:proofErr w:type="spellStart"/>
      <w:r>
        <w:rPr>
          <w:rFonts w:cs="Arial"/>
          <w:sz w:val="22"/>
          <w:szCs w:val="22"/>
        </w:rPr>
        <w:t>Iburg</w:t>
      </w:r>
      <w:proofErr w:type="spellEnd"/>
      <w:r>
        <w:rPr>
          <w:rFonts w:cs="Arial"/>
          <w:sz w:val="22"/>
          <w:szCs w:val="22"/>
        </w:rPr>
        <w:t xml:space="preserve"> sowie in </w:t>
      </w:r>
      <w:r w:rsidR="0053169C">
        <w:rPr>
          <w:rFonts w:cs="Arial"/>
          <w:sz w:val="22"/>
          <w:szCs w:val="22"/>
        </w:rPr>
        <w:t xml:space="preserve">den Gemeinden </w:t>
      </w:r>
      <w:proofErr w:type="spellStart"/>
      <w:r>
        <w:rPr>
          <w:rFonts w:cs="Arial"/>
          <w:sz w:val="22"/>
          <w:szCs w:val="22"/>
        </w:rPr>
        <w:t>Glandorf</w:t>
      </w:r>
      <w:proofErr w:type="spellEnd"/>
      <w:r>
        <w:rPr>
          <w:rFonts w:cs="Arial"/>
          <w:sz w:val="22"/>
          <w:szCs w:val="22"/>
        </w:rPr>
        <w:t xml:space="preserve"> und </w:t>
      </w:r>
      <w:proofErr w:type="spellStart"/>
      <w:r>
        <w:rPr>
          <w:rFonts w:cs="Arial"/>
          <w:sz w:val="22"/>
          <w:szCs w:val="22"/>
        </w:rPr>
        <w:t>Hilter</w:t>
      </w:r>
      <w:proofErr w:type="spellEnd"/>
      <w:r>
        <w:rPr>
          <w:rFonts w:cs="Arial"/>
          <w:sz w:val="22"/>
          <w:szCs w:val="22"/>
        </w:rPr>
        <w:t xml:space="preserve"> </w:t>
      </w:r>
      <w:r w:rsidR="00191A46">
        <w:rPr>
          <w:rFonts w:cs="Arial"/>
          <w:sz w:val="22"/>
          <w:szCs w:val="22"/>
        </w:rPr>
        <w:t>ist</w:t>
      </w:r>
      <w:r w:rsidR="004B305E">
        <w:rPr>
          <w:rFonts w:cs="Arial"/>
          <w:sz w:val="22"/>
          <w:szCs w:val="22"/>
        </w:rPr>
        <w:t xml:space="preserve"> im laufenden Monat</w:t>
      </w:r>
      <w:r w:rsidR="00865A03">
        <w:rPr>
          <w:rFonts w:cs="Arial"/>
          <w:sz w:val="22"/>
          <w:szCs w:val="22"/>
        </w:rPr>
        <w:t xml:space="preserve"> </w:t>
      </w:r>
      <w:r w:rsidR="00545F12">
        <w:rPr>
          <w:rFonts w:cs="Arial"/>
          <w:sz w:val="22"/>
          <w:szCs w:val="22"/>
        </w:rPr>
        <w:t xml:space="preserve">ganz leicht </w:t>
      </w:r>
      <w:r w:rsidR="008F7D58">
        <w:rPr>
          <w:rFonts w:cs="Arial"/>
          <w:sz w:val="22"/>
          <w:szCs w:val="22"/>
        </w:rPr>
        <w:t>gestiegen</w:t>
      </w:r>
      <w:r w:rsidR="00C07EFE" w:rsidRPr="00C07EFE">
        <w:rPr>
          <w:rFonts w:cs="Arial"/>
          <w:sz w:val="22"/>
          <w:szCs w:val="22"/>
        </w:rPr>
        <w:t xml:space="preserve">.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für den </w:t>
      </w:r>
      <w:r w:rsidR="00F33FD1">
        <w:rPr>
          <w:rFonts w:cs="Arial"/>
          <w:sz w:val="22"/>
          <w:szCs w:val="22"/>
        </w:rPr>
        <w:t>Jul</w:t>
      </w:r>
      <w:r w:rsidR="00545F12">
        <w:rPr>
          <w:rFonts w:cs="Arial"/>
          <w:sz w:val="22"/>
          <w:szCs w:val="22"/>
        </w:rPr>
        <w:t>i 25</w:t>
      </w:r>
      <w:r w:rsidR="00F33FD1">
        <w:rPr>
          <w:rFonts w:cs="Arial"/>
          <w:sz w:val="22"/>
          <w:szCs w:val="22"/>
        </w:rPr>
        <w:t>4</w:t>
      </w:r>
      <w:r w:rsidR="00242BF5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arbeitslose Empfänger </w:t>
      </w:r>
      <w:r w:rsidR="00F651EE">
        <w:rPr>
          <w:rFonts w:cs="Arial"/>
          <w:sz w:val="22"/>
          <w:szCs w:val="22"/>
        </w:rPr>
        <w:t>von Bürgergeld</w:t>
      </w:r>
      <w:r w:rsidR="00C07EFE" w:rsidRPr="00C07EFE">
        <w:rPr>
          <w:rFonts w:cs="Arial"/>
          <w:sz w:val="22"/>
          <w:szCs w:val="22"/>
        </w:rPr>
        <w:t xml:space="preserve">. </w:t>
      </w:r>
      <w:r w:rsidR="00545F12" w:rsidRPr="00545F12">
        <w:rPr>
          <w:rFonts w:cs="Arial"/>
          <w:sz w:val="22"/>
          <w:szCs w:val="22"/>
        </w:rPr>
        <w:t xml:space="preserve">Das sind </w:t>
      </w:r>
      <w:r w:rsidR="00F33FD1">
        <w:rPr>
          <w:rFonts w:cs="Arial"/>
          <w:sz w:val="22"/>
          <w:szCs w:val="22"/>
        </w:rPr>
        <w:t>vier</w:t>
      </w:r>
      <w:r w:rsidR="00545F12" w:rsidRPr="00545F12">
        <w:rPr>
          <w:rFonts w:cs="Arial"/>
          <w:sz w:val="22"/>
          <w:szCs w:val="22"/>
        </w:rPr>
        <w:t xml:space="preserve"> Personen mehr als</w:t>
      </w:r>
      <w:r w:rsidR="00F33FD1">
        <w:rPr>
          <w:rFonts w:cs="Arial"/>
          <w:sz w:val="22"/>
          <w:szCs w:val="22"/>
        </w:rPr>
        <w:t xml:space="preserve"> noch</w:t>
      </w:r>
      <w:r w:rsidR="00545F12" w:rsidRPr="00545F12">
        <w:rPr>
          <w:rFonts w:cs="Arial"/>
          <w:sz w:val="22"/>
          <w:szCs w:val="22"/>
        </w:rPr>
        <w:t xml:space="preserve"> im </w:t>
      </w:r>
      <w:r w:rsidR="00F33FD1">
        <w:rPr>
          <w:rFonts w:cs="Arial"/>
          <w:sz w:val="22"/>
          <w:szCs w:val="22"/>
        </w:rPr>
        <w:t>Juni</w:t>
      </w:r>
      <w:r w:rsidR="00545F12" w:rsidRPr="00545F12">
        <w:rPr>
          <w:rFonts w:cs="Arial"/>
          <w:sz w:val="22"/>
          <w:szCs w:val="22"/>
        </w:rPr>
        <w:t xml:space="preserve">. </w:t>
      </w:r>
      <w:r w:rsidR="00F33FD1" w:rsidRPr="00F33FD1">
        <w:rPr>
          <w:rFonts w:cs="Arial"/>
          <w:sz w:val="22"/>
          <w:szCs w:val="22"/>
        </w:rPr>
        <w:t xml:space="preserve">Als Grund für diesen geringfügigen Anstieg der Arbeitslosen sieht </w:t>
      </w:r>
      <w:proofErr w:type="spellStart"/>
      <w:r w:rsidR="00F33FD1" w:rsidRPr="00F33FD1">
        <w:rPr>
          <w:rFonts w:cs="Arial"/>
          <w:sz w:val="22"/>
          <w:szCs w:val="22"/>
        </w:rPr>
        <w:t>MaßArbeit</w:t>
      </w:r>
      <w:proofErr w:type="spellEnd"/>
      <w:r w:rsidR="00F33FD1" w:rsidRPr="00F33FD1">
        <w:rPr>
          <w:rFonts w:cs="Arial"/>
          <w:sz w:val="22"/>
          <w:szCs w:val="22"/>
        </w:rPr>
        <w:t>-Vorstand Lars Hellmers die auslaufenden Sprachkurse und Qualifizierungsmaß</w:t>
      </w:r>
      <w:bookmarkStart w:id="0" w:name="_GoBack"/>
      <w:bookmarkEnd w:id="0"/>
      <w:r w:rsidR="00F33FD1" w:rsidRPr="00F33FD1">
        <w:rPr>
          <w:rFonts w:cs="Arial"/>
          <w:sz w:val="22"/>
          <w:szCs w:val="22"/>
        </w:rPr>
        <w:t xml:space="preserve">nahmen bei gleichzeitiger Einstellungszurückhaltung der Unternehmen während der Sommerferien. „Ich möchte hier ausdrücklich Betriebe ermuntern, sich </w:t>
      </w:r>
      <w:proofErr w:type="spellStart"/>
      <w:r w:rsidR="00F33FD1" w:rsidRPr="00F33FD1">
        <w:rPr>
          <w:rFonts w:cs="Arial"/>
          <w:sz w:val="22"/>
          <w:szCs w:val="22"/>
        </w:rPr>
        <w:t>Berwerberinnen</w:t>
      </w:r>
      <w:proofErr w:type="spellEnd"/>
      <w:r w:rsidR="00F33FD1" w:rsidRPr="00F33FD1">
        <w:rPr>
          <w:rFonts w:cs="Arial"/>
          <w:sz w:val="22"/>
          <w:szCs w:val="22"/>
        </w:rPr>
        <w:t xml:space="preserve"> und Bewerbern zuzuwenden, die noch nicht hundertprozentig ins Anforderungsprofil passen, aber den Einstieg in das Arbeitsleben unbedingt wollen“, so Hellmers.</w:t>
      </w:r>
    </w:p>
    <w:p w14:paraId="648DDEEF" w14:textId="2A102E34" w:rsidR="00EB5DAF" w:rsidRDefault="00F33FD1" w:rsidP="00F33FD1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 w:rsidRPr="00F33FD1">
        <w:rPr>
          <w:rFonts w:cs="Arial"/>
          <w:sz w:val="22"/>
          <w:szCs w:val="22"/>
        </w:rPr>
        <w:t>Zugleich verringerte sich aber die Zahl der Bedarfsgemein-</w:t>
      </w:r>
      <w:proofErr w:type="spellStart"/>
      <w:r w:rsidRPr="00F33FD1">
        <w:rPr>
          <w:rFonts w:cs="Arial"/>
          <w:sz w:val="22"/>
          <w:szCs w:val="22"/>
        </w:rPr>
        <w:t>schaften</w:t>
      </w:r>
      <w:proofErr w:type="spellEnd"/>
      <w:r w:rsidRPr="00F33FD1">
        <w:rPr>
          <w:rFonts w:cs="Arial"/>
          <w:sz w:val="22"/>
          <w:szCs w:val="22"/>
        </w:rPr>
        <w:t xml:space="preserve">. „Das ist eine gute Nachricht. Sie bedeutet, dass mehr Menschen, die Familie und Kinder haben, unabhängig von staatlichen Leistungen sind“, sagte der </w:t>
      </w:r>
      <w:proofErr w:type="spellStart"/>
      <w:r w:rsidRPr="00F33FD1">
        <w:rPr>
          <w:rFonts w:cs="Arial"/>
          <w:sz w:val="22"/>
          <w:szCs w:val="22"/>
        </w:rPr>
        <w:t>MaßArbeit</w:t>
      </w:r>
      <w:proofErr w:type="spellEnd"/>
      <w:r w:rsidRPr="00F33FD1">
        <w:rPr>
          <w:rFonts w:cs="Arial"/>
          <w:sz w:val="22"/>
          <w:szCs w:val="22"/>
        </w:rPr>
        <w:t>-Vorstand.</w:t>
      </w:r>
    </w:p>
    <w:sectPr w:rsidR="00EB5DAF" w:rsidSect="00AA5ADF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C5B5DD" w14:textId="77777777" w:rsidR="001606E4" w:rsidRDefault="001606E4">
      <w:r>
        <w:separator/>
      </w:r>
    </w:p>
  </w:endnote>
  <w:endnote w:type="continuationSeparator" w:id="0">
    <w:p w14:paraId="2CF7EC38" w14:textId="77777777" w:rsidR="001606E4" w:rsidRDefault="00160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87" w:usb1="0000004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E4392A" w14:textId="77777777"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6C488CE0" wp14:editId="36516A82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71E689" w14:textId="77777777"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14:paraId="5FA5ED5C" w14:textId="77777777"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14:paraId="7B8FC938" w14:textId="77777777"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14:paraId="562771A3" w14:textId="77777777"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14:paraId="423F63A4" w14:textId="77777777"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14:paraId="14DE53DC" w14:textId="77777777"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2298E4" w14:textId="77777777" w:rsidR="001606E4" w:rsidRDefault="001606E4">
      <w:r>
        <w:separator/>
      </w:r>
    </w:p>
  </w:footnote>
  <w:footnote w:type="continuationSeparator" w:id="0">
    <w:p w14:paraId="53053AE0" w14:textId="77777777" w:rsidR="001606E4" w:rsidRDefault="001606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4D16"/>
    <w:rsid w:val="00005B51"/>
    <w:rsid w:val="0003033B"/>
    <w:rsid w:val="00040E86"/>
    <w:rsid w:val="00042D6D"/>
    <w:rsid w:val="00052950"/>
    <w:rsid w:val="00057AE0"/>
    <w:rsid w:val="00060E66"/>
    <w:rsid w:val="00060FED"/>
    <w:rsid w:val="00062751"/>
    <w:rsid w:val="00064E18"/>
    <w:rsid w:val="00070E53"/>
    <w:rsid w:val="00073FBA"/>
    <w:rsid w:val="00076CDD"/>
    <w:rsid w:val="0008253D"/>
    <w:rsid w:val="00084036"/>
    <w:rsid w:val="00090BA2"/>
    <w:rsid w:val="000926F7"/>
    <w:rsid w:val="000A4D48"/>
    <w:rsid w:val="000A6BE1"/>
    <w:rsid w:val="000B5E42"/>
    <w:rsid w:val="000B774D"/>
    <w:rsid w:val="000C6D44"/>
    <w:rsid w:val="000E0DB0"/>
    <w:rsid w:val="000F25D5"/>
    <w:rsid w:val="000F6311"/>
    <w:rsid w:val="000F6CAF"/>
    <w:rsid w:val="00101A20"/>
    <w:rsid w:val="0012030E"/>
    <w:rsid w:val="0013457A"/>
    <w:rsid w:val="00135CFC"/>
    <w:rsid w:val="00141229"/>
    <w:rsid w:val="00152F40"/>
    <w:rsid w:val="001578B3"/>
    <w:rsid w:val="001606E4"/>
    <w:rsid w:val="00167EA7"/>
    <w:rsid w:val="00175146"/>
    <w:rsid w:val="001756F7"/>
    <w:rsid w:val="00191A46"/>
    <w:rsid w:val="00195BB4"/>
    <w:rsid w:val="00197DD8"/>
    <w:rsid w:val="001A53FA"/>
    <w:rsid w:val="001B2133"/>
    <w:rsid w:val="001B61DE"/>
    <w:rsid w:val="001C59A1"/>
    <w:rsid w:val="001D040D"/>
    <w:rsid w:val="001D1DFB"/>
    <w:rsid w:val="001D6B57"/>
    <w:rsid w:val="001D6C30"/>
    <w:rsid w:val="001E48E9"/>
    <w:rsid w:val="001F7ECA"/>
    <w:rsid w:val="00201713"/>
    <w:rsid w:val="00201BAA"/>
    <w:rsid w:val="00204134"/>
    <w:rsid w:val="00207533"/>
    <w:rsid w:val="0021123F"/>
    <w:rsid w:val="00220F11"/>
    <w:rsid w:val="00231756"/>
    <w:rsid w:val="002374A4"/>
    <w:rsid w:val="0023753E"/>
    <w:rsid w:val="0023768C"/>
    <w:rsid w:val="00240222"/>
    <w:rsid w:val="00242BF5"/>
    <w:rsid w:val="002505C1"/>
    <w:rsid w:val="00254F64"/>
    <w:rsid w:val="0026655A"/>
    <w:rsid w:val="00272880"/>
    <w:rsid w:val="002740C9"/>
    <w:rsid w:val="002866C7"/>
    <w:rsid w:val="002909DB"/>
    <w:rsid w:val="0029148B"/>
    <w:rsid w:val="00291589"/>
    <w:rsid w:val="002A649C"/>
    <w:rsid w:val="002C4DBB"/>
    <w:rsid w:val="002C598B"/>
    <w:rsid w:val="002D38E3"/>
    <w:rsid w:val="002D5BAB"/>
    <w:rsid w:val="002E4129"/>
    <w:rsid w:val="002F058A"/>
    <w:rsid w:val="002F2D43"/>
    <w:rsid w:val="002F5C47"/>
    <w:rsid w:val="00324DFF"/>
    <w:rsid w:val="0033647A"/>
    <w:rsid w:val="00345D26"/>
    <w:rsid w:val="00374D0C"/>
    <w:rsid w:val="00385717"/>
    <w:rsid w:val="003A3205"/>
    <w:rsid w:val="003A753E"/>
    <w:rsid w:val="003B3B41"/>
    <w:rsid w:val="003C4712"/>
    <w:rsid w:val="003C4F41"/>
    <w:rsid w:val="003C53E0"/>
    <w:rsid w:val="003D74B2"/>
    <w:rsid w:val="003D7E50"/>
    <w:rsid w:val="003E1D56"/>
    <w:rsid w:val="003F77F1"/>
    <w:rsid w:val="00412B3E"/>
    <w:rsid w:val="004200AB"/>
    <w:rsid w:val="00443D0A"/>
    <w:rsid w:val="00454B87"/>
    <w:rsid w:val="004566C9"/>
    <w:rsid w:val="004620A6"/>
    <w:rsid w:val="00463DFC"/>
    <w:rsid w:val="004702BC"/>
    <w:rsid w:val="00483CC3"/>
    <w:rsid w:val="00490614"/>
    <w:rsid w:val="004A27BE"/>
    <w:rsid w:val="004A65CF"/>
    <w:rsid w:val="004A6D49"/>
    <w:rsid w:val="004B305E"/>
    <w:rsid w:val="004B722C"/>
    <w:rsid w:val="004C3B33"/>
    <w:rsid w:val="004C4A1F"/>
    <w:rsid w:val="004D3669"/>
    <w:rsid w:val="004E0F2C"/>
    <w:rsid w:val="004E3434"/>
    <w:rsid w:val="004E51ED"/>
    <w:rsid w:val="004F164C"/>
    <w:rsid w:val="004F4D9A"/>
    <w:rsid w:val="00510AE6"/>
    <w:rsid w:val="00510B99"/>
    <w:rsid w:val="00512EAA"/>
    <w:rsid w:val="00513C07"/>
    <w:rsid w:val="00524194"/>
    <w:rsid w:val="0053169C"/>
    <w:rsid w:val="00545F12"/>
    <w:rsid w:val="005544B2"/>
    <w:rsid w:val="00576022"/>
    <w:rsid w:val="0058539D"/>
    <w:rsid w:val="005866E6"/>
    <w:rsid w:val="005918DC"/>
    <w:rsid w:val="00594252"/>
    <w:rsid w:val="00597DC3"/>
    <w:rsid w:val="005A19BA"/>
    <w:rsid w:val="005B23D7"/>
    <w:rsid w:val="005B385C"/>
    <w:rsid w:val="005B6EB1"/>
    <w:rsid w:val="005C1ED8"/>
    <w:rsid w:val="005C3D13"/>
    <w:rsid w:val="005D3076"/>
    <w:rsid w:val="005E257C"/>
    <w:rsid w:val="005E37F5"/>
    <w:rsid w:val="005E41AD"/>
    <w:rsid w:val="005E5C97"/>
    <w:rsid w:val="005E6BE1"/>
    <w:rsid w:val="005F0FC7"/>
    <w:rsid w:val="005F409F"/>
    <w:rsid w:val="00606217"/>
    <w:rsid w:val="006103BB"/>
    <w:rsid w:val="00617CFF"/>
    <w:rsid w:val="006206A0"/>
    <w:rsid w:val="00623537"/>
    <w:rsid w:val="0062405C"/>
    <w:rsid w:val="006458EB"/>
    <w:rsid w:val="006475D5"/>
    <w:rsid w:val="00650E07"/>
    <w:rsid w:val="0065352F"/>
    <w:rsid w:val="00655F4D"/>
    <w:rsid w:val="00662383"/>
    <w:rsid w:val="00666CCE"/>
    <w:rsid w:val="00677E7A"/>
    <w:rsid w:val="0068320A"/>
    <w:rsid w:val="00686637"/>
    <w:rsid w:val="00693E1F"/>
    <w:rsid w:val="00694176"/>
    <w:rsid w:val="006A5830"/>
    <w:rsid w:val="006B7635"/>
    <w:rsid w:val="006D029B"/>
    <w:rsid w:val="006F40A8"/>
    <w:rsid w:val="006F49C7"/>
    <w:rsid w:val="006F4CA7"/>
    <w:rsid w:val="006F6497"/>
    <w:rsid w:val="00701C69"/>
    <w:rsid w:val="00706B85"/>
    <w:rsid w:val="007208B4"/>
    <w:rsid w:val="00725DF1"/>
    <w:rsid w:val="00742055"/>
    <w:rsid w:val="00752077"/>
    <w:rsid w:val="00755887"/>
    <w:rsid w:val="00786833"/>
    <w:rsid w:val="007A1E51"/>
    <w:rsid w:val="007B0214"/>
    <w:rsid w:val="007C6D3A"/>
    <w:rsid w:val="007D43B8"/>
    <w:rsid w:val="007D502F"/>
    <w:rsid w:val="007E66B8"/>
    <w:rsid w:val="007F0F82"/>
    <w:rsid w:val="007F1F68"/>
    <w:rsid w:val="007F7597"/>
    <w:rsid w:val="00802F26"/>
    <w:rsid w:val="008039BB"/>
    <w:rsid w:val="00810D2B"/>
    <w:rsid w:val="008212C7"/>
    <w:rsid w:val="00822028"/>
    <w:rsid w:val="008231E4"/>
    <w:rsid w:val="008241E0"/>
    <w:rsid w:val="008324A7"/>
    <w:rsid w:val="008412FE"/>
    <w:rsid w:val="00852209"/>
    <w:rsid w:val="00853E76"/>
    <w:rsid w:val="00865A03"/>
    <w:rsid w:val="00874C61"/>
    <w:rsid w:val="00876C17"/>
    <w:rsid w:val="0088518A"/>
    <w:rsid w:val="00890DA0"/>
    <w:rsid w:val="008B250B"/>
    <w:rsid w:val="008C0AE8"/>
    <w:rsid w:val="008D154A"/>
    <w:rsid w:val="008E5AB9"/>
    <w:rsid w:val="008F103E"/>
    <w:rsid w:val="008F1ADF"/>
    <w:rsid w:val="008F7D58"/>
    <w:rsid w:val="00900F21"/>
    <w:rsid w:val="00920DC7"/>
    <w:rsid w:val="00926427"/>
    <w:rsid w:val="0093289E"/>
    <w:rsid w:val="009423DC"/>
    <w:rsid w:val="009469C4"/>
    <w:rsid w:val="0096348B"/>
    <w:rsid w:val="009808FA"/>
    <w:rsid w:val="00990BD7"/>
    <w:rsid w:val="00992AF0"/>
    <w:rsid w:val="009975F3"/>
    <w:rsid w:val="009A0B13"/>
    <w:rsid w:val="009B5509"/>
    <w:rsid w:val="009C12E3"/>
    <w:rsid w:val="009C18DA"/>
    <w:rsid w:val="009C40EC"/>
    <w:rsid w:val="009C7292"/>
    <w:rsid w:val="009F2A2D"/>
    <w:rsid w:val="009F68A4"/>
    <w:rsid w:val="00A06F43"/>
    <w:rsid w:val="00A11BA4"/>
    <w:rsid w:val="00A122D6"/>
    <w:rsid w:val="00A14CDD"/>
    <w:rsid w:val="00A27348"/>
    <w:rsid w:val="00A31461"/>
    <w:rsid w:val="00A325C0"/>
    <w:rsid w:val="00A337E2"/>
    <w:rsid w:val="00A348E4"/>
    <w:rsid w:val="00A416CD"/>
    <w:rsid w:val="00A54C95"/>
    <w:rsid w:val="00A61D59"/>
    <w:rsid w:val="00A667F9"/>
    <w:rsid w:val="00A670D6"/>
    <w:rsid w:val="00A75199"/>
    <w:rsid w:val="00A9503A"/>
    <w:rsid w:val="00AA5ADF"/>
    <w:rsid w:val="00AB3D36"/>
    <w:rsid w:val="00AC5710"/>
    <w:rsid w:val="00AC63A6"/>
    <w:rsid w:val="00AD34A7"/>
    <w:rsid w:val="00AE116B"/>
    <w:rsid w:val="00AF28D7"/>
    <w:rsid w:val="00AF660B"/>
    <w:rsid w:val="00B00D93"/>
    <w:rsid w:val="00B07F7A"/>
    <w:rsid w:val="00B20F82"/>
    <w:rsid w:val="00B211CB"/>
    <w:rsid w:val="00B23CF6"/>
    <w:rsid w:val="00B2589B"/>
    <w:rsid w:val="00B31DB0"/>
    <w:rsid w:val="00B35C89"/>
    <w:rsid w:val="00B36A39"/>
    <w:rsid w:val="00B45AF6"/>
    <w:rsid w:val="00B55048"/>
    <w:rsid w:val="00B61265"/>
    <w:rsid w:val="00B7528C"/>
    <w:rsid w:val="00B77C30"/>
    <w:rsid w:val="00B92460"/>
    <w:rsid w:val="00B9699F"/>
    <w:rsid w:val="00BA335B"/>
    <w:rsid w:val="00BA79DE"/>
    <w:rsid w:val="00BB30FF"/>
    <w:rsid w:val="00BC7B6C"/>
    <w:rsid w:val="00BD49AE"/>
    <w:rsid w:val="00BD5484"/>
    <w:rsid w:val="00BE0ACA"/>
    <w:rsid w:val="00BE6CF6"/>
    <w:rsid w:val="00C003DB"/>
    <w:rsid w:val="00C01C4F"/>
    <w:rsid w:val="00C0616F"/>
    <w:rsid w:val="00C07EFE"/>
    <w:rsid w:val="00C161B0"/>
    <w:rsid w:val="00C17384"/>
    <w:rsid w:val="00C23BC6"/>
    <w:rsid w:val="00C348AE"/>
    <w:rsid w:val="00C44FC9"/>
    <w:rsid w:val="00C47E4A"/>
    <w:rsid w:val="00C50710"/>
    <w:rsid w:val="00C513F8"/>
    <w:rsid w:val="00C5188F"/>
    <w:rsid w:val="00C53C63"/>
    <w:rsid w:val="00C60CA9"/>
    <w:rsid w:val="00C62504"/>
    <w:rsid w:val="00C65A9F"/>
    <w:rsid w:val="00C676B6"/>
    <w:rsid w:val="00C77487"/>
    <w:rsid w:val="00C80C17"/>
    <w:rsid w:val="00C80C43"/>
    <w:rsid w:val="00C8640C"/>
    <w:rsid w:val="00C900C6"/>
    <w:rsid w:val="00C94C7B"/>
    <w:rsid w:val="00C9552F"/>
    <w:rsid w:val="00C973BB"/>
    <w:rsid w:val="00CA0B0B"/>
    <w:rsid w:val="00CA3095"/>
    <w:rsid w:val="00CB0EC0"/>
    <w:rsid w:val="00CB4CA8"/>
    <w:rsid w:val="00CB5FA2"/>
    <w:rsid w:val="00CC2DAE"/>
    <w:rsid w:val="00CC3015"/>
    <w:rsid w:val="00CE7C46"/>
    <w:rsid w:val="00CF0C48"/>
    <w:rsid w:val="00CF7137"/>
    <w:rsid w:val="00D04087"/>
    <w:rsid w:val="00D073E8"/>
    <w:rsid w:val="00D12648"/>
    <w:rsid w:val="00D12B56"/>
    <w:rsid w:val="00D14E04"/>
    <w:rsid w:val="00D1634B"/>
    <w:rsid w:val="00D2476C"/>
    <w:rsid w:val="00D27B2B"/>
    <w:rsid w:val="00D33261"/>
    <w:rsid w:val="00D344EF"/>
    <w:rsid w:val="00D35271"/>
    <w:rsid w:val="00D40C9A"/>
    <w:rsid w:val="00D4178B"/>
    <w:rsid w:val="00D65DFA"/>
    <w:rsid w:val="00D716F4"/>
    <w:rsid w:val="00D92E5F"/>
    <w:rsid w:val="00DA1B37"/>
    <w:rsid w:val="00DA5403"/>
    <w:rsid w:val="00DB6269"/>
    <w:rsid w:val="00DB724E"/>
    <w:rsid w:val="00DC2756"/>
    <w:rsid w:val="00DC4CEB"/>
    <w:rsid w:val="00DC68B3"/>
    <w:rsid w:val="00DE2E37"/>
    <w:rsid w:val="00DE45E1"/>
    <w:rsid w:val="00DE536F"/>
    <w:rsid w:val="00DE5DDA"/>
    <w:rsid w:val="00DF337D"/>
    <w:rsid w:val="00DF5C46"/>
    <w:rsid w:val="00E01D40"/>
    <w:rsid w:val="00E042BA"/>
    <w:rsid w:val="00E044C2"/>
    <w:rsid w:val="00E1423B"/>
    <w:rsid w:val="00E172A6"/>
    <w:rsid w:val="00E20523"/>
    <w:rsid w:val="00E22CE5"/>
    <w:rsid w:val="00E2306C"/>
    <w:rsid w:val="00E24CA0"/>
    <w:rsid w:val="00E40BE2"/>
    <w:rsid w:val="00E41D80"/>
    <w:rsid w:val="00E433E0"/>
    <w:rsid w:val="00E449A3"/>
    <w:rsid w:val="00E4578B"/>
    <w:rsid w:val="00E503FD"/>
    <w:rsid w:val="00E55C63"/>
    <w:rsid w:val="00E65AD5"/>
    <w:rsid w:val="00E66968"/>
    <w:rsid w:val="00E7005D"/>
    <w:rsid w:val="00E852A4"/>
    <w:rsid w:val="00E927F9"/>
    <w:rsid w:val="00E9576C"/>
    <w:rsid w:val="00EA6B21"/>
    <w:rsid w:val="00EB50C5"/>
    <w:rsid w:val="00EB5C78"/>
    <w:rsid w:val="00EB5DAF"/>
    <w:rsid w:val="00EC778D"/>
    <w:rsid w:val="00ED1AA3"/>
    <w:rsid w:val="00ED37D3"/>
    <w:rsid w:val="00EE570F"/>
    <w:rsid w:val="00F13B81"/>
    <w:rsid w:val="00F16104"/>
    <w:rsid w:val="00F16237"/>
    <w:rsid w:val="00F228E1"/>
    <w:rsid w:val="00F305C5"/>
    <w:rsid w:val="00F33FD1"/>
    <w:rsid w:val="00F42148"/>
    <w:rsid w:val="00F42A6B"/>
    <w:rsid w:val="00F43A7F"/>
    <w:rsid w:val="00F463B4"/>
    <w:rsid w:val="00F54F36"/>
    <w:rsid w:val="00F651EE"/>
    <w:rsid w:val="00F653E1"/>
    <w:rsid w:val="00F66A9D"/>
    <w:rsid w:val="00F73A36"/>
    <w:rsid w:val="00F81C19"/>
    <w:rsid w:val="00F82CA1"/>
    <w:rsid w:val="00F83331"/>
    <w:rsid w:val="00FA0855"/>
    <w:rsid w:val="00FA1213"/>
    <w:rsid w:val="00FA1BB9"/>
    <w:rsid w:val="00FA5B99"/>
    <w:rsid w:val="00FD558C"/>
    <w:rsid w:val="00FD6127"/>
    <w:rsid w:val="00FD688D"/>
    <w:rsid w:val="00FD7AA5"/>
    <w:rsid w:val="00FE0251"/>
    <w:rsid w:val="00FE4A08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5753BE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95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75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271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4A858D-70EB-415B-87D7-AF9A3BA4A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194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121</cp:revision>
  <cp:lastPrinted>2012-08-06T06:57:00Z</cp:lastPrinted>
  <dcterms:created xsi:type="dcterms:W3CDTF">2021-09-20T07:21:00Z</dcterms:created>
  <dcterms:modified xsi:type="dcterms:W3CDTF">2025-07-29T10:30:00Z</dcterms:modified>
</cp:coreProperties>
</file>