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5B58816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F7D58">
        <w:rPr>
          <w:rFonts w:ascii="Arial Narrow" w:hAnsi="Arial Narrow" w:cs="Arial"/>
          <w:sz w:val="22"/>
          <w:szCs w:val="22"/>
        </w:rPr>
        <w:t>28.05</w:t>
      </w:r>
      <w:r w:rsidR="007A1E51">
        <w:rPr>
          <w:rFonts w:ascii="Arial Narrow" w:hAnsi="Arial Narrow" w:cs="Arial"/>
          <w:sz w:val="22"/>
          <w:szCs w:val="22"/>
        </w:rPr>
        <w:t>.</w:t>
      </w:r>
      <w:r w:rsidR="000F25D5">
        <w:rPr>
          <w:rFonts w:ascii="Arial Narrow" w:hAnsi="Arial Narrow" w:cs="Arial"/>
          <w:sz w:val="22"/>
          <w:szCs w:val="22"/>
        </w:rPr>
        <w:t>2025</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2671EBDC"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060E66">
        <w:rPr>
          <w:rFonts w:cs="Arial"/>
          <w:b/>
          <w:sz w:val="22"/>
          <w:szCs w:val="22"/>
        </w:rPr>
        <w:t xml:space="preserve">leicht </w:t>
      </w:r>
      <w:r w:rsidR="008F7D58">
        <w:rPr>
          <w:rFonts w:cs="Arial"/>
          <w:b/>
          <w:sz w:val="22"/>
          <w:szCs w:val="22"/>
        </w:rPr>
        <w:t>gestiegen</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2ED30FC6"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191A46">
        <w:rPr>
          <w:rFonts w:cs="Arial"/>
          <w:sz w:val="22"/>
          <w:szCs w:val="22"/>
        </w:rPr>
        <w:t>ist</w:t>
      </w:r>
      <w:r w:rsidR="004B305E">
        <w:rPr>
          <w:rFonts w:cs="Arial"/>
          <w:sz w:val="22"/>
          <w:szCs w:val="22"/>
        </w:rPr>
        <w:t xml:space="preserve"> im laufenden Monat</w:t>
      </w:r>
      <w:r w:rsidR="00865A03">
        <w:rPr>
          <w:rFonts w:cs="Arial"/>
          <w:sz w:val="22"/>
          <w:szCs w:val="22"/>
        </w:rPr>
        <w:t xml:space="preserve"> </w:t>
      </w:r>
      <w:r w:rsidR="008F7D58">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F7D58">
        <w:rPr>
          <w:rFonts w:cs="Arial"/>
          <w:sz w:val="22"/>
          <w:szCs w:val="22"/>
        </w:rPr>
        <w:t>Mai 247</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w:t>
      </w:r>
      <w:r w:rsidR="008F7D58">
        <w:rPr>
          <w:rFonts w:cs="Arial"/>
          <w:sz w:val="22"/>
          <w:szCs w:val="22"/>
        </w:rPr>
        <w:t>April</w:t>
      </w:r>
      <w:r w:rsidR="007F1F68">
        <w:rPr>
          <w:rFonts w:cs="Arial"/>
          <w:sz w:val="22"/>
          <w:szCs w:val="22"/>
        </w:rPr>
        <w:t xml:space="preserve"> waren es </w:t>
      </w:r>
      <w:r w:rsidR="00060E66">
        <w:rPr>
          <w:rFonts w:cs="Arial"/>
          <w:sz w:val="22"/>
          <w:szCs w:val="22"/>
        </w:rPr>
        <w:t xml:space="preserve">noch </w:t>
      </w:r>
      <w:r w:rsidR="008F7D58">
        <w:rPr>
          <w:rFonts w:cs="Arial"/>
          <w:sz w:val="22"/>
          <w:szCs w:val="22"/>
        </w:rPr>
        <w:t>244</w:t>
      </w:r>
      <w:r w:rsidR="000F25D5">
        <w:rPr>
          <w:rFonts w:cs="Arial"/>
          <w:sz w:val="22"/>
          <w:szCs w:val="22"/>
        </w:rPr>
        <w:t xml:space="preserve"> </w:t>
      </w:r>
      <w:r w:rsidR="007F1F68">
        <w:rPr>
          <w:rFonts w:cs="Arial"/>
          <w:sz w:val="22"/>
          <w:szCs w:val="22"/>
        </w:rPr>
        <w:t>Personen</w:t>
      </w:r>
      <w:r w:rsidR="008F7D58">
        <w:rPr>
          <w:rFonts w:cs="Arial"/>
          <w:sz w:val="22"/>
          <w:szCs w:val="22"/>
        </w:rPr>
        <w:t>.</w:t>
      </w:r>
      <w:r w:rsidR="008F7D58" w:rsidRPr="008F7D58">
        <w:rPr>
          <w:rFonts w:cs="Arial"/>
          <w:sz w:val="22"/>
          <w:szCs w:val="22"/>
        </w:rPr>
        <w:t xml:space="preserve"> „Dieser </w:t>
      </w:r>
      <w:r w:rsidR="003E1D56">
        <w:rPr>
          <w:rFonts w:cs="Arial"/>
          <w:sz w:val="22"/>
          <w:szCs w:val="22"/>
        </w:rPr>
        <w:t xml:space="preserve">leichte </w:t>
      </w:r>
      <w:bookmarkStart w:id="0" w:name="_GoBack"/>
      <w:bookmarkEnd w:id="0"/>
      <w:r w:rsidR="008F7D58" w:rsidRPr="008F7D58">
        <w:rPr>
          <w:rFonts w:cs="Arial"/>
          <w:sz w:val="22"/>
          <w:szCs w:val="22"/>
        </w:rPr>
        <w:t xml:space="preserve">Anstieg zu dieser Jahreszeit ist nicht erfreulich“, so </w:t>
      </w:r>
      <w:proofErr w:type="spellStart"/>
      <w:r w:rsidR="008F7D58" w:rsidRPr="008F7D58">
        <w:rPr>
          <w:rFonts w:cs="Arial"/>
          <w:sz w:val="22"/>
          <w:szCs w:val="22"/>
        </w:rPr>
        <w:t>MaßArbeit</w:t>
      </w:r>
      <w:proofErr w:type="spellEnd"/>
      <w:r w:rsidR="008F7D58" w:rsidRPr="008F7D58">
        <w:rPr>
          <w:rFonts w:cs="Arial"/>
          <w:sz w:val="22"/>
          <w:szCs w:val="22"/>
        </w:rPr>
        <w:t>-Vorstand Lars Hellmers. Die Un</w:t>
      </w:r>
      <w:r w:rsidR="008F7D58">
        <w:rPr>
          <w:rFonts w:cs="Arial"/>
          <w:sz w:val="22"/>
          <w:szCs w:val="22"/>
        </w:rPr>
        <w:t>sicherheiten auf den internatio</w:t>
      </w:r>
      <w:r w:rsidR="008F7D58" w:rsidRPr="008F7D58">
        <w:rPr>
          <w:rFonts w:cs="Arial"/>
          <w:sz w:val="22"/>
          <w:szCs w:val="22"/>
        </w:rPr>
        <w:t>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3A278" w14:textId="77777777" w:rsidR="0008253D" w:rsidRDefault="0008253D">
      <w:r>
        <w:separator/>
      </w:r>
    </w:p>
  </w:endnote>
  <w:endnote w:type="continuationSeparator" w:id="0">
    <w:p w14:paraId="2B9AC2A8" w14:textId="77777777" w:rsidR="0008253D" w:rsidRDefault="00082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B629A" w14:textId="77777777" w:rsidR="0008253D" w:rsidRDefault="0008253D">
      <w:r>
        <w:separator/>
      </w:r>
    </w:p>
  </w:footnote>
  <w:footnote w:type="continuationSeparator" w:id="0">
    <w:p w14:paraId="5E364236" w14:textId="77777777" w:rsidR="0008253D" w:rsidRDefault="00082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E66"/>
    <w:rsid w:val="00060FED"/>
    <w:rsid w:val="00062751"/>
    <w:rsid w:val="00064E18"/>
    <w:rsid w:val="00070E53"/>
    <w:rsid w:val="00073FBA"/>
    <w:rsid w:val="00076CDD"/>
    <w:rsid w:val="0008253D"/>
    <w:rsid w:val="00084036"/>
    <w:rsid w:val="00090BA2"/>
    <w:rsid w:val="000926F7"/>
    <w:rsid w:val="000A4D48"/>
    <w:rsid w:val="000A6BE1"/>
    <w:rsid w:val="000B5E42"/>
    <w:rsid w:val="000B774D"/>
    <w:rsid w:val="000C6D44"/>
    <w:rsid w:val="000E0DB0"/>
    <w:rsid w:val="000F25D5"/>
    <w:rsid w:val="000F6311"/>
    <w:rsid w:val="000F6CAF"/>
    <w:rsid w:val="00101A20"/>
    <w:rsid w:val="0012030E"/>
    <w:rsid w:val="0013457A"/>
    <w:rsid w:val="00135CFC"/>
    <w:rsid w:val="00141229"/>
    <w:rsid w:val="00152F40"/>
    <w:rsid w:val="001578B3"/>
    <w:rsid w:val="00167EA7"/>
    <w:rsid w:val="00175146"/>
    <w:rsid w:val="001756F7"/>
    <w:rsid w:val="00191A46"/>
    <w:rsid w:val="00195BB4"/>
    <w:rsid w:val="00197DD8"/>
    <w:rsid w:val="001A53FA"/>
    <w:rsid w:val="001B2133"/>
    <w:rsid w:val="001B61DE"/>
    <w:rsid w:val="001C59A1"/>
    <w:rsid w:val="001D040D"/>
    <w:rsid w:val="001D1DFB"/>
    <w:rsid w:val="001D6B57"/>
    <w:rsid w:val="001D6C30"/>
    <w:rsid w:val="001E48E9"/>
    <w:rsid w:val="00201713"/>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E1D56"/>
    <w:rsid w:val="003F77F1"/>
    <w:rsid w:val="00412B3E"/>
    <w:rsid w:val="004200AB"/>
    <w:rsid w:val="00443D0A"/>
    <w:rsid w:val="00454B87"/>
    <w:rsid w:val="004566C9"/>
    <w:rsid w:val="004620A6"/>
    <w:rsid w:val="00463DFC"/>
    <w:rsid w:val="004702BC"/>
    <w:rsid w:val="00483CC3"/>
    <w:rsid w:val="00490614"/>
    <w:rsid w:val="004A27BE"/>
    <w:rsid w:val="004A65CF"/>
    <w:rsid w:val="004A6D49"/>
    <w:rsid w:val="004B305E"/>
    <w:rsid w:val="004B722C"/>
    <w:rsid w:val="004C3B33"/>
    <w:rsid w:val="004C4A1F"/>
    <w:rsid w:val="004D3669"/>
    <w:rsid w:val="004E0F2C"/>
    <w:rsid w:val="004E3434"/>
    <w:rsid w:val="004E51ED"/>
    <w:rsid w:val="004F164C"/>
    <w:rsid w:val="004F4D9A"/>
    <w:rsid w:val="00510AE6"/>
    <w:rsid w:val="00510B99"/>
    <w:rsid w:val="00512EAA"/>
    <w:rsid w:val="00513C07"/>
    <w:rsid w:val="00524194"/>
    <w:rsid w:val="0053169C"/>
    <w:rsid w:val="005544B2"/>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2028"/>
    <w:rsid w:val="008231E4"/>
    <w:rsid w:val="008241E0"/>
    <w:rsid w:val="008324A7"/>
    <w:rsid w:val="008412FE"/>
    <w:rsid w:val="00852209"/>
    <w:rsid w:val="00853E76"/>
    <w:rsid w:val="00865A03"/>
    <w:rsid w:val="00874C61"/>
    <w:rsid w:val="00876C17"/>
    <w:rsid w:val="0088518A"/>
    <w:rsid w:val="00890DA0"/>
    <w:rsid w:val="008B250B"/>
    <w:rsid w:val="008C0AE8"/>
    <w:rsid w:val="008D154A"/>
    <w:rsid w:val="008E5AB9"/>
    <w:rsid w:val="008F103E"/>
    <w:rsid w:val="008F1ADF"/>
    <w:rsid w:val="008F7D58"/>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9F68A4"/>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75199"/>
    <w:rsid w:val="00A9503A"/>
    <w:rsid w:val="00AA5ADF"/>
    <w:rsid w:val="00AB3D36"/>
    <w:rsid w:val="00AC5710"/>
    <w:rsid w:val="00AC63A6"/>
    <w:rsid w:val="00AD34A7"/>
    <w:rsid w:val="00AE116B"/>
    <w:rsid w:val="00AF28D7"/>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0ACA"/>
    <w:rsid w:val="00BE6CF6"/>
    <w:rsid w:val="00C003DB"/>
    <w:rsid w:val="00C01C4F"/>
    <w:rsid w:val="00C0616F"/>
    <w:rsid w:val="00C07EFE"/>
    <w:rsid w:val="00C161B0"/>
    <w:rsid w:val="00C17384"/>
    <w:rsid w:val="00C23BC6"/>
    <w:rsid w:val="00C348AE"/>
    <w:rsid w:val="00C44FC9"/>
    <w:rsid w:val="00C47E4A"/>
    <w:rsid w:val="00C50710"/>
    <w:rsid w:val="00C513F8"/>
    <w:rsid w:val="00C5188F"/>
    <w:rsid w:val="00C53C63"/>
    <w:rsid w:val="00C60CA9"/>
    <w:rsid w:val="00C62504"/>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4E04"/>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4578B"/>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3730583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6345627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07977017">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514031733">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53695869">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996C3-0CBD-4B03-B810-B11BB794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153</Words>
  <Characters>966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119</cp:revision>
  <cp:lastPrinted>2012-08-06T06:57:00Z</cp:lastPrinted>
  <dcterms:created xsi:type="dcterms:W3CDTF">2021-09-20T07:21:00Z</dcterms:created>
  <dcterms:modified xsi:type="dcterms:W3CDTF">2025-05-27T08:27:00Z</dcterms:modified>
</cp:coreProperties>
</file>