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33B576CF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8441E7">
        <w:rPr>
          <w:rFonts w:ascii="Arial Narrow" w:hAnsi="Arial Narrow" w:cs="Arial"/>
          <w:sz w:val="22"/>
          <w:szCs w:val="22"/>
        </w:rPr>
        <w:t>03.01.2025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539BA13D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="00CA5749">
        <w:rPr>
          <w:rFonts w:cs="Arial"/>
          <w:b/>
          <w:sz w:val="22"/>
          <w:szCs w:val="22"/>
        </w:rPr>
        <w:t>nochmals</w:t>
      </w:r>
      <w:r w:rsidR="00E06A45">
        <w:rPr>
          <w:rFonts w:cs="Arial"/>
          <w:b/>
          <w:sz w:val="22"/>
          <w:szCs w:val="22"/>
        </w:rPr>
        <w:t xml:space="preserve"> gesunken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7ABEC6D" w14:textId="33AA3FBD" w:rsidR="008441E7" w:rsidRPr="008441E7" w:rsidRDefault="006C5E76" w:rsidP="008441E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8441E7">
        <w:rPr>
          <w:rFonts w:cs="Arial"/>
          <w:sz w:val="22"/>
          <w:szCs w:val="22"/>
        </w:rPr>
        <w:t>weiter</w:t>
      </w:r>
      <w:r w:rsidR="00E06A45">
        <w:rPr>
          <w:rFonts w:cs="Arial"/>
          <w:sz w:val="22"/>
          <w:szCs w:val="22"/>
        </w:rPr>
        <w:t xml:space="preserve"> gesunken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8441E7">
        <w:rPr>
          <w:rFonts w:cs="Arial"/>
          <w:sz w:val="22"/>
          <w:szCs w:val="22"/>
        </w:rPr>
        <w:t>Dezember 309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8441E7">
        <w:rPr>
          <w:rFonts w:cs="Arial"/>
          <w:sz w:val="22"/>
          <w:szCs w:val="22"/>
        </w:rPr>
        <w:t>zwölf</w:t>
      </w:r>
      <w:r w:rsidR="00B84258">
        <w:rPr>
          <w:rFonts w:cs="Arial"/>
          <w:sz w:val="22"/>
          <w:szCs w:val="22"/>
        </w:rPr>
        <w:t xml:space="preserve"> Person</w:t>
      </w:r>
      <w:r w:rsidR="00C10688">
        <w:rPr>
          <w:rFonts w:cs="Arial"/>
          <w:sz w:val="22"/>
          <w:szCs w:val="22"/>
        </w:rPr>
        <w:t>en</w:t>
      </w:r>
      <w:r w:rsidR="0043634B">
        <w:rPr>
          <w:rFonts w:cs="Arial"/>
          <w:sz w:val="22"/>
          <w:szCs w:val="22"/>
        </w:rPr>
        <w:t xml:space="preserve"> </w:t>
      </w:r>
      <w:r w:rsidR="00E06A45">
        <w:rPr>
          <w:rFonts w:cs="Arial"/>
          <w:sz w:val="22"/>
          <w:szCs w:val="22"/>
        </w:rPr>
        <w:t xml:space="preserve">weniger </w:t>
      </w:r>
      <w:r w:rsidR="0043634B">
        <w:rPr>
          <w:rFonts w:cs="Arial"/>
          <w:sz w:val="22"/>
          <w:szCs w:val="22"/>
        </w:rPr>
        <w:t>als</w:t>
      </w:r>
      <w:r w:rsidR="008441E7">
        <w:rPr>
          <w:rFonts w:cs="Arial"/>
          <w:sz w:val="22"/>
          <w:szCs w:val="22"/>
        </w:rPr>
        <w:t xml:space="preserve"> noch</w:t>
      </w:r>
      <w:bookmarkStart w:id="0" w:name="_GoBack"/>
      <w:bookmarkEnd w:id="0"/>
      <w:r w:rsidR="0043634B">
        <w:rPr>
          <w:rFonts w:cs="Arial"/>
          <w:sz w:val="22"/>
          <w:szCs w:val="22"/>
        </w:rPr>
        <w:t xml:space="preserve"> im </w:t>
      </w:r>
      <w:r w:rsidR="008441E7">
        <w:rPr>
          <w:rFonts w:cs="Arial"/>
          <w:sz w:val="22"/>
          <w:szCs w:val="22"/>
        </w:rPr>
        <w:t>November</w:t>
      </w:r>
      <w:r w:rsidR="002857A4" w:rsidRPr="002857A4">
        <w:rPr>
          <w:rFonts w:cs="Arial"/>
          <w:sz w:val="22"/>
          <w:szCs w:val="22"/>
        </w:rPr>
        <w:t xml:space="preserve">. </w:t>
      </w:r>
      <w:r w:rsidR="008441E7" w:rsidRPr="008441E7">
        <w:rPr>
          <w:rFonts w:cs="Arial"/>
          <w:sz w:val="22"/>
          <w:szCs w:val="22"/>
        </w:rPr>
        <w:t>„Die Beschäftigungslage ist im Landkreis Osnabrück weiterhin zufriedenstellend, sinkende Arbeitslosenzahlen zum Jahresende sind immer erfreulich. Unsere Region profitiert nach wie vor von seinem starken Mittelstand und gesunden Branchenmix“, sagte MaßArbeit-Vorstand Lars Hellmers. Diese Aspekte hätten auch dazu beigetragen, dass es trotz aller Krisen im Osnabrücker Land bei den Arbeitslosenzahlen innerhalb von zwölf Monaten einen Gesamtrückgang von 200 gegeben habe.</w:t>
      </w:r>
    </w:p>
    <w:p w14:paraId="302E0690" w14:textId="6F1F1D17" w:rsidR="00CA5749" w:rsidRPr="00CA5749" w:rsidRDefault="00CA5749" w:rsidP="00CA574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E480036" w14:textId="4EBCDA83" w:rsidR="00AE6302" w:rsidRPr="00AE6302" w:rsidRDefault="00AE6302" w:rsidP="00AE630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B3CC864" w14:textId="77777777" w:rsidR="00002F3A" w:rsidRDefault="00002F3A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02F3A" w:rsidSect="00227BD4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39663" w14:textId="77777777" w:rsidR="00ED28F0" w:rsidRDefault="00ED28F0">
      <w:r>
        <w:separator/>
      </w:r>
    </w:p>
  </w:endnote>
  <w:endnote w:type="continuationSeparator" w:id="0">
    <w:p w14:paraId="20CD6079" w14:textId="77777777" w:rsidR="00ED28F0" w:rsidRDefault="00ED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1DAA1" w14:textId="77777777" w:rsidR="00ED28F0" w:rsidRDefault="00ED28F0">
      <w:r>
        <w:separator/>
      </w:r>
    </w:p>
  </w:footnote>
  <w:footnote w:type="continuationSeparator" w:id="0">
    <w:p w14:paraId="3A1F1037" w14:textId="77777777" w:rsidR="00ED28F0" w:rsidRDefault="00ED2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55D8B"/>
    <w:rsid w:val="00080FC0"/>
    <w:rsid w:val="00084036"/>
    <w:rsid w:val="000853AC"/>
    <w:rsid w:val="000926F7"/>
    <w:rsid w:val="000C6D44"/>
    <w:rsid w:val="000D1B2C"/>
    <w:rsid w:val="000D423A"/>
    <w:rsid w:val="000E0DB0"/>
    <w:rsid w:val="000F6311"/>
    <w:rsid w:val="00101034"/>
    <w:rsid w:val="00101A20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201BAA"/>
    <w:rsid w:val="00204134"/>
    <w:rsid w:val="00207312"/>
    <w:rsid w:val="00207533"/>
    <w:rsid w:val="00227BD4"/>
    <w:rsid w:val="00230371"/>
    <w:rsid w:val="00231756"/>
    <w:rsid w:val="00233F83"/>
    <w:rsid w:val="002374A4"/>
    <w:rsid w:val="0023768C"/>
    <w:rsid w:val="00240222"/>
    <w:rsid w:val="002505C1"/>
    <w:rsid w:val="00254F64"/>
    <w:rsid w:val="0026655A"/>
    <w:rsid w:val="002740C9"/>
    <w:rsid w:val="00281BFE"/>
    <w:rsid w:val="002857A4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658"/>
    <w:rsid w:val="003A753E"/>
    <w:rsid w:val="003B3B41"/>
    <w:rsid w:val="003B4878"/>
    <w:rsid w:val="003C4BFA"/>
    <w:rsid w:val="003C53E0"/>
    <w:rsid w:val="003C69B4"/>
    <w:rsid w:val="003D7E50"/>
    <w:rsid w:val="003E18BB"/>
    <w:rsid w:val="003E3D04"/>
    <w:rsid w:val="003F77F1"/>
    <w:rsid w:val="00412B3E"/>
    <w:rsid w:val="00416974"/>
    <w:rsid w:val="00432040"/>
    <w:rsid w:val="0043634B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8539D"/>
    <w:rsid w:val="00586142"/>
    <w:rsid w:val="005866E6"/>
    <w:rsid w:val="005918DC"/>
    <w:rsid w:val="0059263B"/>
    <w:rsid w:val="00594252"/>
    <w:rsid w:val="005A19BA"/>
    <w:rsid w:val="005B0EEE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B53E1"/>
    <w:rsid w:val="006C3368"/>
    <w:rsid w:val="006C5E76"/>
    <w:rsid w:val="006D029B"/>
    <w:rsid w:val="006E407E"/>
    <w:rsid w:val="006E7213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441E7"/>
    <w:rsid w:val="00852209"/>
    <w:rsid w:val="00853E76"/>
    <w:rsid w:val="00860645"/>
    <w:rsid w:val="00874C61"/>
    <w:rsid w:val="00881CF1"/>
    <w:rsid w:val="0089021E"/>
    <w:rsid w:val="00890DA0"/>
    <w:rsid w:val="008B5C3F"/>
    <w:rsid w:val="008B6A6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3489B"/>
    <w:rsid w:val="00940AA7"/>
    <w:rsid w:val="00940FC5"/>
    <w:rsid w:val="00947E5F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9E7D94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2C3"/>
    <w:rsid w:val="00A667F9"/>
    <w:rsid w:val="00A66F27"/>
    <w:rsid w:val="00A75158"/>
    <w:rsid w:val="00A800FB"/>
    <w:rsid w:val="00A85EA3"/>
    <w:rsid w:val="00A9014E"/>
    <w:rsid w:val="00A94D9B"/>
    <w:rsid w:val="00AB19AA"/>
    <w:rsid w:val="00AB3492"/>
    <w:rsid w:val="00AB3C20"/>
    <w:rsid w:val="00AB3D36"/>
    <w:rsid w:val="00AB55C2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15539"/>
    <w:rsid w:val="00B35C89"/>
    <w:rsid w:val="00B35EFB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07AE"/>
    <w:rsid w:val="00BC688A"/>
    <w:rsid w:val="00BC7B6C"/>
    <w:rsid w:val="00BD3B71"/>
    <w:rsid w:val="00BD3BBC"/>
    <w:rsid w:val="00BF652D"/>
    <w:rsid w:val="00C01C4F"/>
    <w:rsid w:val="00C07EFE"/>
    <w:rsid w:val="00C10688"/>
    <w:rsid w:val="00C11154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A5749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43874"/>
    <w:rsid w:val="00D65DFA"/>
    <w:rsid w:val="00D92E5F"/>
    <w:rsid w:val="00D948F8"/>
    <w:rsid w:val="00DA1B37"/>
    <w:rsid w:val="00DB6269"/>
    <w:rsid w:val="00DB724E"/>
    <w:rsid w:val="00DC072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06A45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C0DD3"/>
    <w:rsid w:val="00ED1AA3"/>
    <w:rsid w:val="00ED28F0"/>
    <w:rsid w:val="00EE570F"/>
    <w:rsid w:val="00EF747F"/>
    <w:rsid w:val="00EF7D46"/>
    <w:rsid w:val="00F059AA"/>
    <w:rsid w:val="00F06CF1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2D10"/>
    <w:rsid w:val="00F73A36"/>
    <w:rsid w:val="00F81C19"/>
    <w:rsid w:val="00F83331"/>
    <w:rsid w:val="00F85381"/>
    <w:rsid w:val="00FA07F9"/>
    <w:rsid w:val="00FA0855"/>
    <w:rsid w:val="00FA1213"/>
    <w:rsid w:val="00FB513F"/>
    <w:rsid w:val="00FC06A9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474B9-DDF2-4415-A158-F065B9D9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109</cp:revision>
  <cp:lastPrinted>2012-08-06T06:57:00Z</cp:lastPrinted>
  <dcterms:created xsi:type="dcterms:W3CDTF">2021-09-16T12:13:00Z</dcterms:created>
  <dcterms:modified xsi:type="dcterms:W3CDTF">2024-12-23T08:48:00Z</dcterms:modified>
</cp:coreProperties>
</file>