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5E55274C" w14:textId="77777777">
        <w:trPr>
          <w:cantSplit/>
          <w:trHeight w:val="1845"/>
        </w:trPr>
        <w:tc>
          <w:tcPr>
            <w:tcW w:w="7088" w:type="dxa"/>
          </w:tcPr>
          <w:p w14:paraId="2A4B7F02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31AE5862" wp14:editId="08816E1D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5429A6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10CE8872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1CD361A" w14:textId="77777777">
        <w:trPr>
          <w:cantSplit/>
        </w:trPr>
        <w:tc>
          <w:tcPr>
            <w:tcW w:w="7088" w:type="dxa"/>
          </w:tcPr>
          <w:p w14:paraId="03D17D0F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69FF16" wp14:editId="456BE3CE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6FBDE3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16B751E3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08A1459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DF8340F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25F1FABE" w14:textId="61E1407D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A75199">
        <w:rPr>
          <w:rFonts w:ascii="Arial Narrow" w:hAnsi="Arial Narrow" w:cs="Arial"/>
          <w:sz w:val="22"/>
          <w:szCs w:val="22"/>
        </w:rPr>
        <w:t>30.10</w:t>
      </w:r>
      <w:r w:rsidR="007A1E51">
        <w:rPr>
          <w:rFonts w:ascii="Arial Narrow" w:hAnsi="Arial Narrow" w:cs="Arial"/>
          <w:sz w:val="22"/>
          <w:szCs w:val="22"/>
        </w:rPr>
        <w:t>.</w:t>
      </w:r>
      <w:r w:rsidR="00DF5C46">
        <w:rPr>
          <w:rFonts w:ascii="Arial Narrow" w:hAnsi="Arial Narrow" w:cs="Arial"/>
          <w:sz w:val="22"/>
          <w:szCs w:val="22"/>
        </w:rPr>
        <w:t>2024</w:t>
      </w:r>
    </w:p>
    <w:p w14:paraId="4F2D15F3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0FAFFDB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DA4572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54B04391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091CE7C6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34F43F18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DC2756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19253CFC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44A14B0A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C2756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</w:p>
    <w:p w14:paraId="7AC8A103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7DD5DCE2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0F367E" wp14:editId="7DAA65B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AFFB1C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87C06B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42ED7527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2AB4406C" w14:textId="325EA9A9" w:rsidR="00852209" w:rsidRPr="00B07F7A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B07F7A">
        <w:rPr>
          <w:rFonts w:cs="Arial"/>
          <w:b/>
          <w:sz w:val="22"/>
          <w:szCs w:val="22"/>
        </w:rPr>
        <w:t>Zahl der</w:t>
      </w:r>
      <w:r w:rsidR="0023768C" w:rsidRPr="00B07F7A">
        <w:rPr>
          <w:rFonts w:cs="Arial"/>
          <w:b/>
          <w:sz w:val="22"/>
          <w:szCs w:val="22"/>
        </w:rPr>
        <w:t xml:space="preserve"> Langzeitarbeitslose</w:t>
      </w:r>
      <w:r w:rsidRPr="00B07F7A">
        <w:rPr>
          <w:rFonts w:cs="Arial"/>
          <w:b/>
          <w:sz w:val="22"/>
          <w:szCs w:val="22"/>
        </w:rPr>
        <w:t xml:space="preserve">n </w:t>
      </w:r>
      <w:r w:rsidR="00062751">
        <w:rPr>
          <w:rFonts w:cs="Arial"/>
          <w:b/>
          <w:sz w:val="22"/>
          <w:szCs w:val="22"/>
        </w:rPr>
        <w:t xml:space="preserve">im </w:t>
      </w:r>
      <w:r w:rsidR="00A75199">
        <w:rPr>
          <w:rFonts w:cs="Arial"/>
          <w:b/>
          <w:sz w:val="22"/>
          <w:szCs w:val="22"/>
        </w:rPr>
        <w:t>Okto</w:t>
      </w:r>
      <w:r w:rsidR="006F40A8">
        <w:rPr>
          <w:rFonts w:cs="Arial"/>
          <w:b/>
          <w:sz w:val="22"/>
          <w:szCs w:val="22"/>
        </w:rPr>
        <w:t>ber</w:t>
      </w:r>
      <w:r w:rsidR="00E503FD">
        <w:rPr>
          <w:rFonts w:cs="Arial"/>
          <w:b/>
          <w:sz w:val="22"/>
          <w:szCs w:val="22"/>
        </w:rPr>
        <w:t xml:space="preserve"> </w:t>
      </w:r>
      <w:r w:rsidR="00A75199">
        <w:rPr>
          <w:rFonts w:cs="Arial"/>
          <w:b/>
          <w:sz w:val="22"/>
          <w:szCs w:val="22"/>
        </w:rPr>
        <w:t>gestiege</w:t>
      </w:r>
      <w:r w:rsidR="006F40A8">
        <w:rPr>
          <w:rFonts w:cs="Arial"/>
          <w:b/>
          <w:sz w:val="22"/>
          <w:szCs w:val="22"/>
        </w:rPr>
        <w:t>n</w:t>
      </w:r>
    </w:p>
    <w:p w14:paraId="60182E3F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2C2AF07E" w14:textId="72D4FE62" w:rsidR="00A75199" w:rsidRPr="00A75199" w:rsidRDefault="00606217" w:rsidP="00A75199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Bad </w:t>
      </w:r>
      <w:proofErr w:type="spellStart"/>
      <w:r>
        <w:rPr>
          <w:rFonts w:cs="Arial"/>
          <w:b/>
          <w:sz w:val="22"/>
          <w:szCs w:val="22"/>
        </w:rPr>
        <w:t>Iburg</w:t>
      </w:r>
      <w:proofErr w:type="spellEnd"/>
      <w:r>
        <w:rPr>
          <w:rFonts w:cs="Arial"/>
          <w:b/>
          <w:sz w:val="22"/>
          <w:szCs w:val="22"/>
        </w:rPr>
        <w:t>/Glandorf/</w:t>
      </w:r>
      <w:proofErr w:type="spellStart"/>
      <w:r>
        <w:rPr>
          <w:rFonts w:cs="Arial"/>
          <w:b/>
          <w:sz w:val="22"/>
          <w:szCs w:val="22"/>
        </w:rPr>
        <w:t>Hilter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>
        <w:rPr>
          <w:rFonts w:cs="Arial"/>
          <w:sz w:val="22"/>
          <w:szCs w:val="22"/>
        </w:rPr>
        <w:t xml:space="preserve">der Stadt Bad </w:t>
      </w:r>
      <w:proofErr w:type="spellStart"/>
      <w:r>
        <w:rPr>
          <w:rFonts w:cs="Arial"/>
          <w:sz w:val="22"/>
          <w:szCs w:val="22"/>
        </w:rPr>
        <w:t>Iburg</w:t>
      </w:r>
      <w:proofErr w:type="spellEnd"/>
      <w:r>
        <w:rPr>
          <w:rFonts w:cs="Arial"/>
          <w:sz w:val="22"/>
          <w:szCs w:val="22"/>
        </w:rPr>
        <w:t xml:space="preserve"> sowie in </w:t>
      </w:r>
      <w:r w:rsidR="0053169C">
        <w:rPr>
          <w:rFonts w:cs="Arial"/>
          <w:sz w:val="22"/>
          <w:szCs w:val="22"/>
        </w:rPr>
        <w:t xml:space="preserve">den Gemeinden </w:t>
      </w:r>
      <w:r>
        <w:rPr>
          <w:rFonts w:cs="Arial"/>
          <w:sz w:val="22"/>
          <w:szCs w:val="22"/>
        </w:rPr>
        <w:t xml:space="preserve">Glandorf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>
        <w:rPr>
          <w:rFonts w:cs="Arial"/>
          <w:sz w:val="22"/>
          <w:szCs w:val="22"/>
        </w:rPr>
        <w:t xml:space="preserve"> </w:t>
      </w:r>
      <w:r w:rsidR="00490614">
        <w:rPr>
          <w:rFonts w:cs="Arial"/>
          <w:sz w:val="22"/>
          <w:szCs w:val="22"/>
        </w:rPr>
        <w:t xml:space="preserve">ist </w:t>
      </w:r>
      <w:r w:rsidR="00C07EFE" w:rsidRPr="00C07EFE">
        <w:rPr>
          <w:rFonts w:cs="Arial"/>
          <w:sz w:val="22"/>
          <w:szCs w:val="22"/>
        </w:rPr>
        <w:t xml:space="preserve">im laufenden Monat </w:t>
      </w:r>
      <w:r w:rsidR="00A75199">
        <w:rPr>
          <w:rFonts w:cs="Arial"/>
          <w:sz w:val="22"/>
          <w:szCs w:val="22"/>
        </w:rPr>
        <w:t>gestieg</w:t>
      </w:r>
      <w:r w:rsidR="006F40A8">
        <w:rPr>
          <w:rFonts w:cs="Arial"/>
          <w:sz w:val="22"/>
          <w:szCs w:val="22"/>
        </w:rPr>
        <w:t>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A75199">
        <w:rPr>
          <w:rFonts w:cs="Arial"/>
          <w:sz w:val="22"/>
          <w:szCs w:val="22"/>
        </w:rPr>
        <w:t>Oktober 277</w:t>
      </w:r>
      <w:r w:rsidR="00242BF5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F651EE">
        <w:rPr>
          <w:rFonts w:cs="Arial"/>
          <w:sz w:val="22"/>
          <w:szCs w:val="22"/>
        </w:rPr>
        <w:t>von 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7F1F68">
        <w:rPr>
          <w:rFonts w:cs="Arial"/>
          <w:sz w:val="22"/>
          <w:szCs w:val="22"/>
        </w:rPr>
        <w:t xml:space="preserve">Im </w:t>
      </w:r>
      <w:r w:rsidR="00A75199">
        <w:rPr>
          <w:rFonts w:cs="Arial"/>
          <w:sz w:val="22"/>
          <w:szCs w:val="22"/>
        </w:rPr>
        <w:t>September</w:t>
      </w:r>
      <w:r w:rsidR="007F1F68">
        <w:rPr>
          <w:rFonts w:cs="Arial"/>
          <w:sz w:val="22"/>
          <w:szCs w:val="22"/>
        </w:rPr>
        <w:t xml:space="preserve"> waren es </w:t>
      </w:r>
      <w:r w:rsidR="00A75199">
        <w:rPr>
          <w:rFonts w:cs="Arial"/>
          <w:sz w:val="22"/>
          <w:szCs w:val="22"/>
        </w:rPr>
        <w:t xml:space="preserve">noch 265 </w:t>
      </w:r>
      <w:r w:rsidR="007F1F68">
        <w:rPr>
          <w:rFonts w:cs="Arial"/>
          <w:sz w:val="22"/>
          <w:szCs w:val="22"/>
        </w:rPr>
        <w:t>Personen.</w:t>
      </w:r>
      <w:r w:rsidR="005D3076" w:rsidRPr="005D3076">
        <w:rPr>
          <w:rFonts w:cs="Arial"/>
          <w:color w:val="000000" w:themeColor="text1"/>
          <w:sz w:val="22"/>
          <w:szCs w:val="22"/>
        </w:rPr>
        <w:t xml:space="preserve"> </w:t>
      </w:r>
      <w:r w:rsidR="00A75199" w:rsidRPr="00A75199">
        <w:rPr>
          <w:rFonts w:cs="Arial"/>
          <w:sz w:val="22"/>
          <w:szCs w:val="22"/>
        </w:rPr>
        <w:t xml:space="preserve">„Wir haben in diesem Jahr </w:t>
      </w:r>
      <w:bookmarkStart w:id="0" w:name="_GoBack"/>
      <w:bookmarkEnd w:id="0"/>
      <w:r w:rsidR="00A75199" w:rsidRPr="00A75199">
        <w:rPr>
          <w:rFonts w:cs="Arial"/>
          <w:sz w:val="22"/>
          <w:szCs w:val="22"/>
        </w:rPr>
        <w:t xml:space="preserve">gute Vermittlungsergebnisse erzielt. Insofern ist es auch angesichts der Jahreszeit nicht überraschend, dass die Wirtschaft in Bezug auf die aktuellen Konjunkturprognosen nun etwas zurückhaltender bei Neueinstellungen ist“, sagte </w:t>
      </w:r>
      <w:proofErr w:type="spellStart"/>
      <w:r w:rsidR="00A75199" w:rsidRPr="00A75199">
        <w:rPr>
          <w:rFonts w:cs="Arial"/>
          <w:sz w:val="22"/>
          <w:szCs w:val="22"/>
        </w:rPr>
        <w:t>MaßArbeit</w:t>
      </w:r>
      <w:proofErr w:type="spellEnd"/>
      <w:r w:rsidR="00A75199" w:rsidRPr="00A75199">
        <w:rPr>
          <w:rFonts w:cs="Arial"/>
          <w:sz w:val="22"/>
          <w:szCs w:val="22"/>
        </w:rPr>
        <w:t>-Vorstand Lars Hellmers. Insgesamt sei aber nach wie vor eine sehr niedrige Arbeitslosenquote im Kreisgebiet zu verzeichnen, so Hellmers weiter.</w:t>
      </w:r>
    </w:p>
    <w:p w14:paraId="0658CE52" w14:textId="77777777" w:rsidR="00A75199" w:rsidRPr="00A75199" w:rsidRDefault="00A75199" w:rsidP="00A75199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648DDEEF" w14:textId="2CED7193" w:rsidR="00EB5DAF" w:rsidRDefault="00EB5DAF" w:rsidP="0062353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EB5DAF" w:rsidSect="00AA5ADF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0BCA2" w14:textId="77777777" w:rsidR="00BE0ACA" w:rsidRDefault="00BE0ACA">
      <w:r>
        <w:separator/>
      </w:r>
    </w:p>
  </w:endnote>
  <w:endnote w:type="continuationSeparator" w:id="0">
    <w:p w14:paraId="6E6C5F18" w14:textId="77777777" w:rsidR="00BE0ACA" w:rsidRDefault="00BE0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4392A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6C488CE0" wp14:editId="36516A82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1E689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5FA5ED5C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7B8FC938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62771A3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423F63A4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4DE53DC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A2B67" w14:textId="77777777" w:rsidR="00BE0ACA" w:rsidRDefault="00BE0ACA">
      <w:r>
        <w:separator/>
      </w:r>
    </w:p>
  </w:footnote>
  <w:footnote w:type="continuationSeparator" w:id="0">
    <w:p w14:paraId="7D850D2A" w14:textId="77777777" w:rsidR="00BE0ACA" w:rsidRDefault="00BE0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4D16"/>
    <w:rsid w:val="00005B51"/>
    <w:rsid w:val="0003033B"/>
    <w:rsid w:val="00040E86"/>
    <w:rsid w:val="00042D6D"/>
    <w:rsid w:val="00052950"/>
    <w:rsid w:val="00057AE0"/>
    <w:rsid w:val="00060FED"/>
    <w:rsid w:val="00062751"/>
    <w:rsid w:val="00064E18"/>
    <w:rsid w:val="00070E53"/>
    <w:rsid w:val="00073FBA"/>
    <w:rsid w:val="00076CDD"/>
    <w:rsid w:val="00084036"/>
    <w:rsid w:val="00090BA2"/>
    <w:rsid w:val="000926F7"/>
    <w:rsid w:val="000A4D48"/>
    <w:rsid w:val="000A6BE1"/>
    <w:rsid w:val="000B774D"/>
    <w:rsid w:val="000C6D44"/>
    <w:rsid w:val="000E0DB0"/>
    <w:rsid w:val="000F6311"/>
    <w:rsid w:val="000F6CAF"/>
    <w:rsid w:val="00101A20"/>
    <w:rsid w:val="0012030E"/>
    <w:rsid w:val="0013457A"/>
    <w:rsid w:val="00135CFC"/>
    <w:rsid w:val="00152F40"/>
    <w:rsid w:val="001578B3"/>
    <w:rsid w:val="00167EA7"/>
    <w:rsid w:val="00175146"/>
    <w:rsid w:val="001756F7"/>
    <w:rsid w:val="00195BB4"/>
    <w:rsid w:val="00197DD8"/>
    <w:rsid w:val="001A53FA"/>
    <w:rsid w:val="001B2133"/>
    <w:rsid w:val="001B61DE"/>
    <w:rsid w:val="001D040D"/>
    <w:rsid w:val="001D1DFB"/>
    <w:rsid w:val="001D6B57"/>
    <w:rsid w:val="001D6C30"/>
    <w:rsid w:val="001E48E9"/>
    <w:rsid w:val="00201BAA"/>
    <w:rsid w:val="00204134"/>
    <w:rsid w:val="00207533"/>
    <w:rsid w:val="0021123F"/>
    <w:rsid w:val="00220F11"/>
    <w:rsid w:val="00231756"/>
    <w:rsid w:val="002374A4"/>
    <w:rsid w:val="0023753E"/>
    <w:rsid w:val="0023768C"/>
    <w:rsid w:val="00240222"/>
    <w:rsid w:val="00242BF5"/>
    <w:rsid w:val="002505C1"/>
    <w:rsid w:val="00254F64"/>
    <w:rsid w:val="0026655A"/>
    <w:rsid w:val="00272880"/>
    <w:rsid w:val="002740C9"/>
    <w:rsid w:val="002866C7"/>
    <w:rsid w:val="002909DB"/>
    <w:rsid w:val="0029148B"/>
    <w:rsid w:val="00291589"/>
    <w:rsid w:val="002A649C"/>
    <w:rsid w:val="002C4DBB"/>
    <w:rsid w:val="002C598B"/>
    <w:rsid w:val="002D38E3"/>
    <w:rsid w:val="002D5BAB"/>
    <w:rsid w:val="002E4129"/>
    <w:rsid w:val="002F058A"/>
    <w:rsid w:val="002F2D43"/>
    <w:rsid w:val="002F5C47"/>
    <w:rsid w:val="00324DFF"/>
    <w:rsid w:val="0033647A"/>
    <w:rsid w:val="00345D26"/>
    <w:rsid w:val="00374D0C"/>
    <w:rsid w:val="00385717"/>
    <w:rsid w:val="003A3205"/>
    <w:rsid w:val="003A753E"/>
    <w:rsid w:val="003B3B41"/>
    <w:rsid w:val="003C4712"/>
    <w:rsid w:val="003C4F41"/>
    <w:rsid w:val="003C53E0"/>
    <w:rsid w:val="003D74B2"/>
    <w:rsid w:val="003D7E50"/>
    <w:rsid w:val="003F77F1"/>
    <w:rsid w:val="00412B3E"/>
    <w:rsid w:val="004200AB"/>
    <w:rsid w:val="00443D0A"/>
    <w:rsid w:val="00454B87"/>
    <w:rsid w:val="004566C9"/>
    <w:rsid w:val="004620A6"/>
    <w:rsid w:val="00463DFC"/>
    <w:rsid w:val="004702BC"/>
    <w:rsid w:val="00490614"/>
    <w:rsid w:val="004A27BE"/>
    <w:rsid w:val="004A65CF"/>
    <w:rsid w:val="004A6D49"/>
    <w:rsid w:val="004B722C"/>
    <w:rsid w:val="004C3B33"/>
    <w:rsid w:val="004D3669"/>
    <w:rsid w:val="004E0F2C"/>
    <w:rsid w:val="004E3434"/>
    <w:rsid w:val="004E51ED"/>
    <w:rsid w:val="004F164C"/>
    <w:rsid w:val="004F4D9A"/>
    <w:rsid w:val="00510AE6"/>
    <w:rsid w:val="00510B99"/>
    <w:rsid w:val="00512EAA"/>
    <w:rsid w:val="00513C07"/>
    <w:rsid w:val="00524194"/>
    <w:rsid w:val="0053169C"/>
    <w:rsid w:val="00576022"/>
    <w:rsid w:val="0058539D"/>
    <w:rsid w:val="005866E6"/>
    <w:rsid w:val="005918DC"/>
    <w:rsid w:val="00594252"/>
    <w:rsid w:val="00597DC3"/>
    <w:rsid w:val="005A19BA"/>
    <w:rsid w:val="005B23D7"/>
    <w:rsid w:val="005B385C"/>
    <w:rsid w:val="005B6EB1"/>
    <w:rsid w:val="005C1ED8"/>
    <w:rsid w:val="005C3D13"/>
    <w:rsid w:val="005D3076"/>
    <w:rsid w:val="005E257C"/>
    <w:rsid w:val="005E37F5"/>
    <w:rsid w:val="005E41AD"/>
    <w:rsid w:val="005E5C97"/>
    <w:rsid w:val="005E6BE1"/>
    <w:rsid w:val="005F0FC7"/>
    <w:rsid w:val="005F409F"/>
    <w:rsid w:val="00606217"/>
    <w:rsid w:val="006103BB"/>
    <w:rsid w:val="00617CFF"/>
    <w:rsid w:val="006206A0"/>
    <w:rsid w:val="00623537"/>
    <w:rsid w:val="0062405C"/>
    <w:rsid w:val="006458EB"/>
    <w:rsid w:val="006475D5"/>
    <w:rsid w:val="00650E07"/>
    <w:rsid w:val="0065352F"/>
    <w:rsid w:val="00655F4D"/>
    <w:rsid w:val="00662383"/>
    <w:rsid w:val="00666CCE"/>
    <w:rsid w:val="00677E7A"/>
    <w:rsid w:val="0068320A"/>
    <w:rsid w:val="00686637"/>
    <w:rsid w:val="00693E1F"/>
    <w:rsid w:val="00694176"/>
    <w:rsid w:val="006A5830"/>
    <w:rsid w:val="006B7635"/>
    <w:rsid w:val="006D029B"/>
    <w:rsid w:val="006F40A8"/>
    <w:rsid w:val="006F49C7"/>
    <w:rsid w:val="006F4CA7"/>
    <w:rsid w:val="006F6497"/>
    <w:rsid w:val="00701C69"/>
    <w:rsid w:val="00706B85"/>
    <w:rsid w:val="007208B4"/>
    <w:rsid w:val="00725DF1"/>
    <w:rsid w:val="00742055"/>
    <w:rsid w:val="00752077"/>
    <w:rsid w:val="00755887"/>
    <w:rsid w:val="00786833"/>
    <w:rsid w:val="007A1E51"/>
    <w:rsid w:val="007B0214"/>
    <w:rsid w:val="007C6D3A"/>
    <w:rsid w:val="007D43B8"/>
    <w:rsid w:val="007D502F"/>
    <w:rsid w:val="007E66B8"/>
    <w:rsid w:val="007F0F82"/>
    <w:rsid w:val="007F1F68"/>
    <w:rsid w:val="007F7597"/>
    <w:rsid w:val="00802F26"/>
    <w:rsid w:val="008039BB"/>
    <w:rsid w:val="00810D2B"/>
    <w:rsid w:val="008212C7"/>
    <w:rsid w:val="008231E4"/>
    <w:rsid w:val="008241E0"/>
    <w:rsid w:val="008324A7"/>
    <w:rsid w:val="008412FE"/>
    <w:rsid w:val="00852209"/>
    <w:rsid w:val="00853E76"/>
    <w:rsid w:val="00874C61"/>
    <w:rsid w:val="00876C17"/>
    <w:rsid w:val="0088518A"/>
    <w:rsid w:val="00890DA0"/>
    <w:rsid w:val="008B250B"/>
    <w:rsid w:val="008D154A"/>
    <w:rsid w:val="008E5AB9"/>
    <w:rsid w:val="008F103E"/>
    <w:rsid w:val="008F1ADF"/>
    <w:rsid w:val="00900F21"/>
    <w:rsid w:val="00920DC7"/>
    <w:rsid w:val="00926427"/>
    <w:rsid w:val="0093289E"/>
    <w:rsid w:val="009423DC"/>
    <w:rsid w:val="009469C4"/>
    <w:rsid w:val="0096348B"/>
    <w:rsid w:val="009808FA"/>
    <w:rsid w:val="00990BD7"/>
    <w:rsid w:val="00992AF0"/>
    <w:rsid w:val="009975F3"/>
    <w:rsid w:val="009A0B13"/>
    <w:rsid w:val="009B5509"/>
    <w:rsid w:val="009C12E3"/>
    <w:rsid w:val="009C18DA"/>
    <w:rsid w:val="009C40EC"/>
    <w:rsid w:val="009C7292"/>
    <w:rsid w:val="009F2A2D"/>
    <w:rsid w:val="00A06F43"/>
    <w:rsid w:val="00A11BA4"/>
    <w:rsid w:val="00A122D6"/>
    <w:rsid w:val="00A14CDD"/>
    <w:rsid w:val="00A27348"/>
    <w:rsid w:val="00A31461"/>
    <w:rsid w:val="00A325C0"/>
    <w:rsid w:val="00A337E2"/>
    <w:rsid w:val="00A348E4"/>
    <w:rsid w:val="00A416CD"/>
    <w:rsid w:val="00A54C95"/>
    <w:rsid w:val="00A61D59"/>
    <w:rsid w:val="00A667F9"/>
    <w:rsid w:val="00A670D6"/>
    <w:rsid w:val="00A75199"/>
    <w:rsid w:val="00A9503A"/>
    <w:rsid w:val="00AA5ADF"/>
    <w:rsid w:val="00AB3D36"/>
    <w:rsid w:val="00AC5710"/>
    <w:rsid w:val="00AC63A6"/>
    <w:rsid w:val="00AD34A7"/>
    <w:rsid w:val="00AE116B"/>
    <w:rsid w:val="00AF660B"/>
    <w:rsid w:val="00B00D93"/>
    <w:rsid w:val="00B07F7A"/>
    <w:rsid w:val="00B20F82"/>
    <w:rsid w:val="00B211CB"/>
    <w:rsid w:val="00B23CF6"/>
    <w:rsid w:val="00B2589B"/>
    <w:rsid w:val="00B31DB0"/>
    <w:rsid w:val="00B35C89"/>
    <w:rsid w:val="00B36A39"/>
    <w:rsid w:val="00B45AF6"/>
    <w:rsid w:val="00B55048"/>
    <w:rsid w:val="00B61265"/>
    <w:rsid w:val="00B7528C"/>
    <w:rsid w:val="00B77C30"/>
    <w:rsid w:val="00B92460"/>
    <w:rsid w:val="00B9699F"/>
    <w:rsid w:val="00BA335B"/>
    <w:rsid w:val="00BA79DE"/>
    <w:rsid w:val="00BB30FF"/>
    <w:rsid w:val="00BC7B6C"/>
    <w:rsid w:val="00BD49AE"/>
    <w:rsid w:val="00BD5484"/>
    <w:rsid w:val="00BE0ACA"/>
    <w:rsid w:val="00BE6CF6"/>
    <w:rsid w:val="00C003DB"/>
    <w:rsid w:val="00C01C4F"/>
    <w:rsid w:val="00C0616F"/>
    <w:rsid w:val="00C07EFE"/>
    <w:rsid w:val="00C161B0"/>
    <w:rsid w:val="00C17384"/>
    <w:rsid w:val="00C23BC6"/>
    <w:rsid w:val="00C348AE"/>
    <w:rsid w:val="00C44FC9"/>
    <w:rsid w:val="00C47E4A"/>
    <w:rsid w:val="00C50710"/>
    <w:rsid w:val="00C5188F"/>
    <w:rsid w:val="00C53C63"/>
    <w:rsid w:val="00C60CA9"/>
    <w:rsid w:val="00C65A9F"/>
    <w:rsid w:val="00C676B6"/>
    <w:rsid w:val="00C77487"/>
    <w:rsid w:val="00C80C17"/>
    <w:rsid w:val="00C80C43"/>
    <w:rsid w:val="00C8640C"/>
    <w:rsid w:val="00C900C6"/>
    <w:rsid w:val="00C94C7B"/>
    <w:rsid w:val="00C9552F"/>
    <w:rsid w:val="00C973BB"/>
    <w:rsid w:val="00CA0B0B"/>
    <w:rsid w:val="00CA3095"/>
    <w:rsid w:val="00CB0EC0"/>
    <w:rsid w:val="00CB4CA8"/>
    <w:rsid w:val="00CB5FA2"/>
    <w:rsid w:val="00CC2DAE"/>
    <w:rsid w:val="00CC3015"/>
    <w:rsid w:val="00CE7C46"/>
    <w:rsid w:val="00CF0C48"/>
    <w:rsid w:val="00CF7137"/>
    <w:rsid w:val="00D04087"/>
    <w:rsid w:val="00D073E8"/>
    <w:rsid w:val="00D12648"/>
    <w:rsid w:val="00D12B56"/>
    <w:rsid w:val="00D1634B"/>
    <w:rsid w:val="00D2476C"/>
    <w:rsid w:val="00D27B2B"/>
    <w:rsid w:val="00D33261"/>
    <w:rsid w:val="00D344EF"/>
    <w:rsid w:val="00D35271"/>
    <w:rsid w:val="00D40C9A"/>
    <w:rsid w:val="00D4178B"/>
    <w:rsid w:val="00D65DFA"/>
    <w:rsid w:val="00D716F4"/>
    <w:rsid w:val="00D92E5F"/>
    <w:rsid w:val="00DA1B37"/>
    <w:rsid w:val="00DA5403"/>
    <w:rsid w:val="00DB6269"/>
    <w:rsid w:val="00DB724E"/>
    <w:rsid w:val="00DC2756"/>
    <w:rsid w:val="00DC4CEB"/>
    <w:rsid w:val="00DC68B3"/>
    <w:rsid w:val="00DE2E37"/>
    <w:rsid w:val="00DE45E1"/>
    <w:rsid w:val="00DE536F"/>
    <w:rsid w:val="00DE5DDA"/>
    <w:rsid w:val="00DF337D"/>
    <w:rsid w:val="00DF5C46"/>
    <w:rsid w:val="00E01D40"/>
    <w:rsid w:val="00E042BA"/>
    <w:rsid w:val="00E044C2"/>
    <w:rsid w:val="00E1423B"/>
    <w:rsid w:val="00E172A6"/>
    <w:rsid w:val="00E20523"/>
    <w:rsid w:val="00E22CE5"/>
    <w:rsid w:val="00E2306C"/>
    <w:rsid w:val="00E24CA0"/>
    <w:rsid w:val="00E40BE2"/>
    <w:rsid w:val="00E41D80"/>
    <w:rsid w:val="00E433E0"/>
    <w:rsid w:val="00E449A3"/>
    <w:rsid w:val="00E503FD"/>
    <w:rsid w:val="00E55C63"/>
    <w:rsid w:val="00E65AD5"/>
    <w:rsid w:val="00E66968"/>
    <w:rsid w:val="00E7005D"/>
    <w:rsid w:val="00E852A4"/>
    <w:rsid w:val="00E927F9"/>
    <w:rsid w:val="00E9576C"/>
    <w:rsid w:val="00EA6B21"/>
    <w:rsid w:val="00EB50C5"/>
    <w:rsid w:val="00EB5C78"/>
    <w:rsid w:val="00EB5DAF"/>
    <w:rsid w:val="00EC778D"/>
    <w:rsid w:val="00ED1AA3"/>
    <w:rsid w:val="00ED37D3"/>
    <w:rsid w:val="00EE570F"/>
    <w:rsid w:val="00F13B81"/>
    <w:rsid w:val="00F16104"/>
    <w:rsid w:val="00F16237"/>
    <w:rsid w:val="00F228E1"/>
    <w:rsid w:val="00F305C5"/>
    <w:rsid w:val="00F42148"/>
    <w:rsid w:val="00F42A6B"/>
    <w:rsid w:val="00F43A7F"/>
    <w:rsid w:val="00F463B4"/>
    <w:rsid w:val="00F54F36"/>
    <w:rsid w:val="00F651EE"/>
    <w:rsid w:val="00F653E1"/>
    <w:rsid w:val="00F66A9D"/>
    <w:rsid w:val="00F73A36"/>
    <w:rsid w:val="00F81C19"/>
    <w:rsid w:val="00F82CA1"/>
    <w:rsid w:val="00F83331"/>
    <w:rsid w:val="00FA0855"/>
    <w:rsid w:val="00FA1213"/>
    <w:rsid w:val="00FA1BB9"/>
    <w:rsid w:val="00FA5B99"/>
    <w:rsid w:val="00FD558C"/>
    <w:rsid w:val="00FD6127"/>
    <w:rsid w:val="00FD688D"/>
    <w:rsid w:val="00FD7AA5"/>
    <w:rsid w:val="00FE0251"/>
    <w:rsid w:val="00FE4A08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5753BE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5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5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6E223-8F2A-4F99-BA5E-9688D5AD6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153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104</cp:revision>
  <cp:lastPrinted>2012-08-06T06:57:00Z</cp:lastPrinted>
  <dcterms:created xsi:type="dcterms:W3CDTF">2021-09-20T07:21:00Z</dcterms:created>
  <dcterms:modified xsi:type="dcterms:W3CDTF">2024-10-27T13:00:00Z</dcterms:modified>
</cp:coreProperties>
</file>