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157339B6"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A1175">
        <w:rPr>
          <w:rFonts w:ascii="Arial Narrow" w:hAnsi="Arial Narrow" w:cs="Arial"/>
          <w:sz w:val="22"/>
          <w:szCs w:val="22"/>
        </w:rPr>
        <w:t xml:space="preserve">         </w:t>
      </w:r>
      <w:r w:rsidR="006E3029">
        <w:rPr>
          <w:rFonts w:ascii="Arial Narrow" w:hAnsi="Arial Narrow" w:cs="Arial"/>
          <w:sz w:val="22"/>
          <w:szCs w:val="22"/>
        </w:rPr>
        <w:t>27.09</w:t>
      </w:r>
      <w:r w:rsidR="003D44DC">
        <w:rPr>
          <w:rFonts w:ascii="Arial Narrow" w:hAnsi="Arial Narrow" w:cs="Arial"/>
          <w:sz w:val="22"/>
          <w:szCs w:val="22"/>
        </w:rPr>
        <w:t>.2024</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1BF3874D"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6E3029">
        <w:rPr>
          <w:rFonts w:cs="Arial"/>
          <w:b/>
          <w:sz w:val="22"/>
          <w:szCs w:val="22"/>
        </w:rPr>
        <w:t>gesunken</w:t>
      </w:r>
    </w:p>
    <w:p w14:paraId="1C4DA7B0" w14:textId="77777777" w:rsidR="00852209" w:rsidRDefault="00852209" w:rsidP="001578B3">
      <w:pPr>
        <w:tabs>
          <w:tab w:val="left" w:pos="9072"/>
        </w:tabs>
        <w:spacing w:line="360" w:lineRule="auto"/>
        <w:ind w:right="1134"/>
        <w:rPr>
          <w:rFonts w:cs="Arial"/>
          <w:b/>
          <w:sz w:val="22"/>
          <w:szCs w:val="22"/>
        </w:rPr>
      </w:pPr>
    </w:p>
    <w:p w14:paraId="17F7A8EF" w14:textId="08A7635F" w:rsidR="003D44DC" w:rsidRPr="003D44DC" w:rsidRDefault="00AE76DB" w:rsidP="003D44DC">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6E3029">
        <w:rPr>
          <w:rFonts w:cs="Arial"/>
          <w:sz w:val="22"/>
          <w:szCs w:val="22"/>
        </w:rPr>
        <w:t>wieder gesunken</w:t>
      </w:r>
      <w:r w:rsidR="003D44DC">
        <w:rPr>
          <w:rFonts w:cs="Arial"/>
          <w:sz w:val="22"/>
          <w:szCs w:val="22"/>
        </w:rPr>
        <w:t xml:space="preserve">.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6E3029">
        <w:rPr>
          <w:rFonts w:cs="Arial"/>
          <w:sz w:val="22"/>
          <w:szCs w:val="22"/>
        </w:rPr>
        <w:t>September</w:t>
      </w:r>
      <w:r w:rsidR="00C007A2">
        <w:rPr>
          <w:rFonts w:cs="Arial"/>
          <w:sz w:val="22"/>
          <w:szCs w:val="22"/>
        </w:rPr>
        <w:t xml:space="preserve"> </w:t>
      </w:r>
      <w:r w:rsidR="006E3029">
        <w:rPr>
          <w:rFonts w:cs="Arial"/>
          <w:sz w:val="22"/>
          <w:szCs w:val="22"/>
        </w:rPr>
        <w:t>1350</w:t>
      </w:r>
      <w:r w:rsidR="00F90932">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6E3029">
        <w:rPr>
          <w:rFonts w:cs="Arial"/>
          <w:sz w:val="22"/>
          <w:szCs w:val="22"/>
        </w:rPr>
        <w:t>64</w:t>
      </w:r>
      <w:r w:rsidR="00814975">
        <w:rPr>
          <w:rFonts w:cs="Arial"/>
          <w:sz w:val="22"/>
          <w:szCs w:val="22"/>
        </w:rPr>
        <w:t xml:space="preserve"> Person</w:t>
      </w:r>
      <w:r w:rsidR="00F62139">
        <w:rPr>
          <w:rFonts w:cs="Arial"/>
          <w:sz w:val="22"/>
          <w:szCs w:val="22"/>
        </w:rPr>
        <w:t>en</w:t>
      </w:r>
      <w:r w:rsidR="00EF5140">
        <w:rPr>
          <w:rFonts w:cs="Arial"/>
          <w:sz w:val="22"/>
          <w:szCs w:val="22"/>
        </w:rPr>
        <w:t xml:space="preserve"> </w:t>
      </w:r>
      <w:r w:rsidR="006E3029">
        <w:rPr>
          <w:rFonts w:cs="Arial"/>
          <w:sz w:val="22"/>
          <w:szCs w:val="22"/>
        </w:rPr>
        <w:t>weniger als im August</w:t>
      </w:r>
      <w:r w:rsidR="00814975">
        <w:rPr>
          <w:rFonts w:cs="Arial"/>
          <w:sz w:val="22"/>
          <w:szCs w:val="22"/>
        </w:rPr>
        <w:t>.</w:t>
      </w:r>
      <w:r w:rsidR="00D22849">
        <w:rPr>
          <w:rFonts w:cs="Arial"/>
          <w:sz w:val="22"/>
          <w:szCs w:val="22"/>
        </w:rPr>
        <w:t xml:space="preserve"> </w:t>
      </w:r>
      <w:bookmarkStart w:id="0" w:name="_GoBack"/>
      <w:bookmarkEnd w:id="0"/>
      <w:r w:rsidR="006E3029" w:rsidRPr="006E3029">
        <w:rPr>
          <w:rFonts w:cs="Arial"/>
          <w:sz w:val="22"/>
          <w:szCs w:val="22"/>
        </w:rPr>
        <w:t xml:space="preserve">„Die Unternehmen haben nach Beendigung der Ferienzeit wieder mehr Bereitschaft gezeigt, Personal einzustellen. Ich hoffe nun auf eine weiterhin gute Entwicklung trotz der leicht gedämpften Konjunkturerwartungen in den kommenden Monaten“, blickte </w:t>
      </w:r>
      <w:proofErr w:type="spellStart"/>
      <w:r w:rsidR="006E3029" w:rsidRPr="006E3029">
        <w:rPr>
          <w:rFonts w:cs="Arial"/>
          <w:sz w:val="22"/>
          <w:szCs w:val="22"/>
        </w:rPr>
        <w:t>MaßArbeit</w:t>
      </w:r>
      <w:proofErr w:type="spellEnd"/>
      <w:r w:rsidR="006E3029" w:rsidRPr="006E3029">
        <w:rPr>
          <w:rFonts w:cs="Arial"/>
          <w:sz w:val="22"/>
          <w:szCs w:val="22"/>
        </w:rPr>
        <w:t>-Vorstand Lars Hellmers nach vorne.</w:t>
      </w:r>
    </w:p>
    <w:sectPr w:rsidR="003D44DC" w:rsidRPr="003D44DC" w:rsidSect="00132E2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6121D" w14:textId="77777777" w:rsidR="00AF3057" w:rsidRDefault="00AF3057">
      <w:r>
        <w:separator/>
      </w:r>
    </w:p>
  </w:endnote>
  <w:endnote w:type="continuationSeparator" w:id="0">
    <w:p w14:paraId="3CEEA5DA" w14:textId="77777777" w:rsidR="00AF3057" w:rsidRDefault="00AF3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4625C" w14:textId="77777777" w:rsidR="00AF3057" w:rsidRDefault="00AF3057">
      <w:r>
        <w:separator/>
      </w:r>
    </w:p>
  </w:footnote>
  <w:footnote w:type="continuationSeparator" w:id="0">
    <w:p w14:paraId="00D3A8D3" w14:textId="77777777" w:rsidR="00AF3057" w:rsidRDefault="00AF30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2903"/>
    <w:rsid w:val="000C5CEE"/>
    <w:rsid w:val="000C6D44"/>
    <w:rsid w:val="000D2F15"/>
    <w:rsid w:val="000E0DB0"/>
    <w:rsid w:val="000F6311"/>
    <w:rsid w:val="00101A20"/>
    <w:rsid w:val="00114DDD"/>
    <w:rsid w:val="0011692A"/>
    <w:rsid w:val="0012030E"/>
    <w:rsid w:val="001205B8"/>
    <w:rsid w:val="00132E23"/>
    <w:rsid w:val="0013489F"/>
    <w:rsid w:val="00135CFC"/>
    <w:rsid w:val="00152F40"/>
    <w:rsid w:val="00153437"/>
    <w:rsid w:val="001578B3"/>
    <w:rsid w:val="0016505E"/>
    <w:rsid w:val="00175146"/>
    <w:rsid w:val="00195BB4"/>
    <w:rsid w:val="00196183"/>
    <w:rsid w:val="001B2133"/>
    <w:rsid w:val="001B4914"/>
    <w:rsid w:val="001D040D"/>
    <w:rsid w:val="001D1DFB"/>
    <w:rsid w:val="001D68D8"/>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05C1"/>
    <w:rsid w:val="00254F64"/>
    <w:rsid w:val="00260329"/>
    <w:rsid w:val="00262779"/>
    <w:rsid w:val="0026655A"/>
    <w:rsid w:val="002740C9"/>
    <w:rsid w:val="00285F09"/>
    <w:rsid w:val="0029148B"/>
    <w:rsid w:val="002933CE"/>
    <w:rsid w:val="002A2BC9"/>
    <w:rsid w:val="002B3863"/>
    <w:rsid w:val="002B5C68"/>
    <w:rsid w:val="002C4E85"/>
    <w:rsid w:val="002D38E3"/>
    <w:rsid w:val="002D3EE9"/>
    <w:rsid w:val="002F5C47"/>
    <w:rsid w:val="00324DFF"/>
    <w:rsid w:val="0033647A"/>
    <w:rsid w:val="00336D89"/>
    <w:rsid w:val="00356D30"/>
    <w:rsid w:val="003653DA"/>
    <w:rsid w:val="003A753E"/>
    <w:rsid w:val="003B0203"/>
    <w:rsid w:val="003B3B41"/>
    <w:rsid w:val="003B4965"/>
    <w:rsid w:val="003B6651"/>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57972"/>
    <w:rsid w:val="00461AED"/>
    <w:rsid w:val="00463DFC"/>
    <w:rsid w:val="004657B2"/>
    <w:rsid w:val="00475674"/>
    <w:rsid w:val="00477547"/>
    <w:rsid w:val="004777FF"/>
    <w:rsid w:val="004903CF"/>
    <w:rsid w:val="004A27BE"/>
    <w:rsid w:val="004A6D49"/>
    <w:rsid w:val="004D3669"/>
    <w:rsid w:val="004D6DDC"/>
    <w:rsid w:val="004D6E37"/>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867B8"/>
    <w:rsid w:val="005918DC"/>
    <w:rsid w:val="00593E8A"/>
    <w:rsid w:val="00594252"/>
    <w:rsid w:val="005A1175"/>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13D91"/>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E3029"/>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94368"/>
    <w:rsid w:val="007A5C71"/>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13CCC"/>
    <w:rsid w:val="00920575"/>
    <w:rsid w:val="00920DC7"/>
    <w:rsid w:val="00926427"/>
    <w:rsid w:val="00931A72"/>
    <w:rsid w:val="0093289E"/>
    <w:rsid w:val="009373DF"/>
    <w:rsid w:val="00952958"/>
    <w:rsid w:val="00956EE2"/>
    <w:rsid w:val="0096348B"/>
    <w:rsid w:val="00981D73"/>
    <w:rsid w:val="009878E3"/>
    <w:rsid w:val="009B5509"/>
    <w:rsid w:val="009C18DA"/>
    <w:rsid w:val="009C40EC"/>
    <w:rsid w:val="009C56F9"/>
    <w:rsid w:val="009C7292"/>
    <w:rsid w:val="009D715B"/>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163F"/>
    <w:rsid w:val="00AB3D36"/>
    <w:rsid w:val="00AC09BF"/>
    <w:rsid w:val="00AC5710"/>
    <w:rsid w:val="00AE116B"/>
    <w:rsid w:val="00AE76DB"/>
    <w:rsid w:val="00AF3057"/>
    <w:rsid w:val="00AF5D6B"/>
    <w:rsid w:val="00AF660B"/>
    <w:rsid w:val="00B00D93"/>
    <w:rsid w:val="00B02D79"/>
    <w:rsid w:val="00B03CD9"/>
    <w:rsid w:val="00B04922"/>
    <w:rsid w:val="00B173AD"/>
    <w:rsid w:val="00B236FB"/>
    <w:rsid w:val="00B24C07"/>
    <w:rsid w:val="00B35C89"/>
    <w:rsid w:val="00B36A39"/>
    <w:rsid w:val="00B55048"/>
    <w:rsid w:val="00B61265"/>
    <w:rsid w:val="00B6750B"/>
    <w:rsid w:val="00B7528C"/>
    <w:rsid w:val="00B77C30"/>
    <w:rsid w:val="00B9699F"/>
    <w:rsid w:val="00BA335B"/>
    <w:rsid w:val="00BC7B6C"/>
    <w:rsid w:val="00BF7514"/>
    <w:rsid w:val="00C007A2"/>
    <w:rsid w:val="00C01C4F"/>
    <w:rsid w:val="00C04D2F"/>
    <w:rsid w:val="00C07EFE"/>
    <w:rsid w:val="00C161B0"/>
    <w:rsid w:val="00C17384"/>
    <w:rsid w:val="00C20D79"/>
    <w:rsid w:val="00C23BC6"/>
    <w:rsid w:val="00C348AE"/>
    <w:rsid w:val="00C45F70"/>
    <w:rsid w:val="00C47E4A"/>
    <w:rsid w:val="00C5188F"/>
    <w:rsid w:val="00C6313A"/>
    <w:rsid w:val="00C80C17"/>
    <w:rsid w:val="00C8640C"/>
    <w:rsid w:val="00C900C6"/>
    <w:rsid w:val="00C92292"/>
    <w:rsid w:val="00C94C7B"/>
    <w:rsid w:val="00C973BB"/>
    <w:rsid w:val="00C975E7"/>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9683C"/>
    <w:rsid w:val="00DA1350"/>
    <w:rsid w:val="00DA1B37"/>
    <w:rsid w:val="00DB6269"/>
    <w:rsid w:val="00DB724E"/>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7021A"/>
    <w:rsid w:val="00E83846"/>
    <w:rsid w:val="00E852A4"/>
    <w:rsid w:val="00E9241C"/>
    <w:rsid w:val="00E9576C"/>
    <w:rsid w:val="00E962B0"/>
    <w:rsid w:val="00EB232C"/>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2139"/>
    <w:rsid w:val="00F653E1"/>
    <w:rsid w:val="00F66A9D"/>
    <w:rsid w:val="00F73A36"/>
    <w:rsid w:val="00F75002"/>
    <w:rsid w:val="00F81C19"/>
    <w:rsid w:val="00F83331"/>
    <w:rsid w:val="00F90932"/>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695692551">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4598906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689789812">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FC072-2675-47D2-8FC0-612266422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142</Words>
  <Characters>897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111</cp:revision>
  <cp:lastPrinted>2012-08-06T06:57:00Z</cp:lastPrinted>
  <dcterms:created xsi:type="dcterms:W3CDTF">2021-09-16T12:05:00Z</dcterms:created>
  <dcterms:modified xsi:type="dcterms:W3CDTF">2024-09-25T07:34:00Z</dcterms:modified>
</cp:coreProperties>
</file>